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D02F05" w:rsidP="006F3279">
      <w:pPr>
        <w:spacing w:after="240"/>
        <w:rPr>
          <w:i/>
          <w:sz w:val="18"/>
          <w:szCs w:val="18"/>
        </w:rPr>
      </w:pPr>
      <w:r>
        <w:rPr>
          <w:i/>
          <w:sz w:val="18"/>
          <w:szCs w:val="18"/>
        </w:rPr>
        <w:t xml:space="preserve">Physics &gt; Big idea PMA: Matter &gt; Topic PMA2: Floating and sinking </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C50AA1">
            <w:pPr>
              <w:spacing w:after="60"/>
              <w:ind w:left="1304"/>
              <w:rPr>
                <w:b/>
                <w:sz w:val="40"/>
                <w:szCs w:val="40"/>
              </w:rPr>
            </w:pPr>
            <w:r>
              <w:rPr>
                <w:b/>
                <w:sz w:val="40"/>
                <w:szCs w:val="40"/>
              </w:rPr>
              <w:t>P</w:t>
            </w:r>
            <w:r w:rsidR="00D02F05">
              <w:rPr>
                <w:b/>
                <w:sz w:val="40"/>
                <w:szCs w:val="40"/>
              </w:rPr>
              <w:t>MA2</w:t>
            </w:r>
            <w:r w:rsidR="00821188">
              <w:rPr>
                <w:b/>
                <w:sz w:val="40"/>
                <w:szCs w:val="40"/>
              </w:rPr>
              <w:t>.</w:t>
            </w:r>
            <w:r w:rsidR="00C50AA1">
              <w:rPr>
                <w:b/>
                <w:sz w:val="40"/>
                <w:szCs w:val="40"/>
              </w:rPr>
              <w:t>2</w:t>
            </w:r>
            <w:r w:rsidR="00821188">
              <w:rPr>
                <w:b/>
                <w:sz w:val="40"/>
                <w:szCs w:val="40"/>
              </w:rPr>
              <w:t xml:space="preserve">: </w:t>
            </w:r>
            <w:r w:rsidR="00C50AA1">
              <w:rPr>
                <w:b/>
                <w:sz w:val="40"/>
                <w:szCs w:val="40"/>
              </w:rPr>
              <w:t>Pressure in fluids</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D02F05" w:rsidRDefault="00D02F05" w:rsidP="00D02F05">
      <w:pPr>
        <w:spacing w:after="180"/>
        <w:rPr>
          <w:highlight w:val="yellow"/>
        </w:rPr>
      </w:pPr>
      <w:r w:rsidRPr="00DD4D20">
        <w:t>A big idea in</w:t>
      </w:r>
      <w:r>
        <w:t xml:space="preserve"> physics</w:t>
      </w:r>
      <w:r w:rsidRPr="00DD4D20">
        <w:t xml:space="preserve"> is </w:t>
      </w:r>
      <w:r>
        <w:t>matter.</w:t>
      </w:r>
      <w:r w:rsidRPr="00A622D8">
        <w:t xml:space="preserve"> Matter is </w:t>
      </w:r>
      <w:r>
        <w:t>a more formal word for ‘stuff’.</w:t>
      </w:r>
      <w:r w:rsidRPr="00A622D8">
        <w:t xml:space="preserve"> Anything that can be stored in a con</w:t>
      </w:r>
      <w:r>
        <w:t xml:space="preserve">tainer, or weighed, is matter. </w:t>
      </w:r>
      <w:r w:rsidRPr="00A622D8">
        <w:t>Scientific ideas can help to explain why a given material behaves as it does, and may help scientists to develop new materials with specific properties.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t xml:space="preserve">develop the big idea by </w:t>
      </w:r>
      <w:r w:rsidR="002E0D95">
        <w:t>building on the kinetic particle model, to develop general rules for pressure in a fluid</w:t>
      </w:r>
      <w:r w:rsidR="00270F50">
        <w:t>, which</w:t>
      </w:r>
      <w:r w:rsidR="002E0D95">
        <w:t xml:space="preserve"> </w:t>
      </w:r>
      <w:r w:rsidR="00270F50">
        <w:t xml:space="preserve">in turn </w:t>
      </w:r>
      <w:r w:rsidR="002E0D95">
        <w:t xml:space="preserve">explain </w:t>
      </w:r>
      <w:r w:rsidR="00270F50">
        <w:t xml:space="preserve">what causes </w:t>
      </w:r>
      <w:r w:rsidR="002E0D95">
        <w:t xml:space="preserve">buoyancy. </w:t>
      </w:r>
    </w:p>
    <w:p w:rsidR="006A01DE" w:rsidRDefault="00D02F05" w:rsidP="006A01DE">
      <w:pPr>
        <w:spacing w:after="180"/>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4349115</wp:posOffset>
            </wp:positionH>
            <wp:positionV relativeFrom="paragraph">
              <wp:posOffset>331363</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8">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A01DE">
        <w:t xml:space="preserve">The conceptual progression starts by checking understanding of </w:t>
      </w:r>
      <w:r w:rsidR="003C2814">
        <w:t>the motion of particles in liquids and gases</w:t>
      </w:r>
      <w:r w:rsidR="006A01DE">
        <w:t xml:space="preserve">. It </w:t>
      </w:r>
      <w:r w:rsidR="005B4275">
        <w:t xml:space="preserve">then </w:t>
      </w:r>
      <w:r w:rsidR="00AA66F3">
        <w:t>supports the development of</w:t>
      </w:r>
      <w:r w:rsidR="006A01DE">
        <w:t xml:space="preserve"> </w:t>
      </w:r>
      <w:r w:rsidR="003C2814">
        <w:t>an understanding of what causes pressure in fluids</w:t>
      </w:r>
      <w:r w:rsidR="009C0A3B">
        <w:t>,</w:t>
      </w:r>
      <w:r w:rsidR="003C2814">
        <w:t xml:space="preserve"> and </w:t>
      </w:r>
      <w:r w:rsidR="009C0A3B">
        <w:t xml:space="preserve">of </w:t>
      </w:r>
      <w:r w:rsidR="003C2814">
        <w:t xml:space="preserve">how </w:t>
      </w:r>
      <w:r w:rsidR="009C0A3B">
        <w:t xml:space="preserve">changes of </w:t>
      </w:r>
      <w:r w:rsidR="003C2814">
        <w:t xml:space="preserve">depth </w:t>
      </w:r>
      <w:r w:rsidR="009C0A3B">
        <w:t>cause</w:t>
      </w:r>
      <w:r w:rsidR="003C2814">
        <w:t xml:space="preserve"> changes in pressure, </w:t>
      </w:r>
      <w:r w:rsidR="006A01DE">
        <w:t xml:space="preserve">in order to </w:t>
      </w:r>
      <w:r w:rsidR="003C2814">
        <w:t>explain buoyancy.</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761D32" w:rsidRDefault="00D40D1E">
      <w:pPr>
        <w:spacing w:after="200" w:line="276" w:lineRule="auto"/>
        <w:rPr>
          <w:b/>
          <w:color w:val="5F497A" w:themeColor="accent4" w:themeShade="BF"/>
          <w:sz w:val="24"/>
        </w:rPr>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78456E">
        <w:rPr>
          <w:b/>
          <w:color w:val="5F497A" w:themeColor="accent4" w:themeShade="BF"/>
          <w:sz w:val="24"/>
        </w:rPr>
        <w:t>Pressure in fluids</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34FD0" w:rsidRDefault="00F9564D" w:rsidP="00670DE7">
            <w:pPr>
              <w:jc w:val="center"/>
              <w:rPr>
                <w:rFonts w:cstheme="minorHAnsi"/>
                <w:sz w:val="24"/>
                <w:szCs w:val="20"/>
              </w:rPr>
            </w:pPr>
            <w:r>
              <w:t xml:space="preserve">Pressure </w:t>
            </w:r>
            <w:r w:rsidR="00670DE7">
              <w:t xml:space="preserve">increases with </w:t>
            </w:r>
            <w:r>
              <w:t>depth in a fluid, so the force exerted by a fluid is larger on the lower surface of an immersed object than on the upper surface. This results in an upward force on the object.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B22CC9">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B22CC9">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206677"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206677" w:rsidRPr="00B37C53" w:rsidRDefault="00206677" w:rsidP="00206677">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206677" w:rsidRDefault="00206677" w:rsidP="00206677">
            <w:pPr>
              <w:spacing w:after="120"/>
              <w:rPr>
                <w:rFonts w:cstheme="minorHAnsi"/>
                <w:sz w:val="20"/>
                <w:szCs w:val="20"/>
              </w:rPr>
            </w:pPr>
            <w:r>
              <w:rPr>
                <w:rFonts w:cstheme="minorHAnsi"/>
                <w:sz w:val="20"/>
                <w:szCs w:val="20"/>
              </w:rPr>
              <w:t>Describe the movement of particles in fluids on either side of a boundary.</w:t>
            </w:r>
          </w:p>
          <w:p w:rsidR="00206677" w:rsidRPr="00E675A8" w:rsidRDefault="007A7A78" w:rsidP="00206677">
            <w:pPr>
              <w:rPr>
                <w:rFonts w:cstheme="minorHAnsi"/>
                <w:sz w:val="20"/>
                <w:szCs w:val="20"/>
              </w:rPr>
            </w:pPr>
            <w:r>
              <w:rPr>
                <w:noProof/>
                <w:sz w:val="20"/>
                <w:lang w:eastAsia="en-GB"/>
              </w:rPr>
              <mc:AlternateContent>
                <mc:Choice Requires="wps">
                  <w:drawing>
                    <wp:inline distT="0" distB="0" distL="0" distR="0" wp14:anchorId="331AB188" wp14:editId="22198746">
                      <wp:extent cx="200025" cy="209550"/>
                      <wp:effectExtent l="0" t="0" r="9525" b="6350"/>
                      <wp:docPr id="29" name="Text Box 2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A7A78" w:rsidRPr="00620AFF" w:rsidRDefault="007A7A78" w:rsidP="007A7A78">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31AB188" id="Text Box 2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SVSR1F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A7A78" w:rsidRPr="00620AFF" w:rsidRDefault="007A7A78" w:rsidP="007A7A78">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206677" w:rsidRPr="00E675A8" w:rsidRDefault="00206677" w:rsidP="00206677">
            <w:pPr>
              <w:spacing w:after="120"/>
              <w:rPr>
                <w:rFonts w:cstheme="minorHAnsi"/>
                <w:sz w:val="20"/>
                <w:szCs w:val="20"/>
              </w:rPr>
            </w:pPr>
            <w:r>
              <w:rPr>
                <w:rFonts w:cstheme="minorHAnsi"/>
                <w:sz w:val="20"/>
                <w:szCs w:val="20"/>
              </w:rPr>
              <w:t>Explain phenomena that are caused by differences in fluid pressure, on either side of a boundary.</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206677" w:rsidRPr="00E675A8" w:rsidRDefault="00854399" w:rsidP="00854399">
            <w:pPr>
              <w:spacing w:after="120"/>
              <w:rPr>
                <w:rFonts w:cstheme="minorHAnsi"/>
                <w:sz w:val="20"/>
                <w:szCs w:val="20"/>
              </w:rPr>
            </w:pPr>
            <w:r>
              <w:rPr>
                <w:rFonts w:cstheme="minorHAnsi"/>
                <w:sz w:val="20"/>
                <w:szCs w:val="20"/>
              </w:rPr>
              <w:t xml:space="preserve">Explain why pressure in a fluid increases with depth. </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206677" w:rsidRPr="000A4D1F" w:rsidRDefault="00854B32" w:rsidP="00206677">
            <w:pPr>
              <w:spacing w:after="120"/>
              <w:rPr>
                <w:rFonts w:cstheme="minorHAnsi"/>
                <w:sz w:val="20"/>
                <w:szCs w:val="20"/>
              </w:rPr>
            </w:pPr>
            <w:r w:rsidRPr="00854B32">
              <w:rPr>
                <w:rFonts w:cstheme="minorHAnsi"/>
                <w:sz w:val="20"/>
                <w:szCs w:val="20"/>
              </w:rPr>
              <w:t>Explain why pressure at a particular depth is the same throughout a fluid.</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206677" w:rsidRPr="000A4D1F" w:rsidRDefault="00206677" w:rsidP="00206677">
            <w:pPr>
              <w:spacing w:after="120"/>
              <w:rPr>
                <w:rFonts w:cstheme="minorHAnsi"/>
                <w:sz w:val="20"/>
                <w:szCs w:val="20"/>
              </w:rPr>
            </w:pPr>
            <w:r>
              <w:rPr>
                <w:rFonts w:cstheme="minorHAnsi"/>
                <w:sz w:val="20"/>
                <w:szCs w:val="20"/>
              </w:rPr>
              <w:t>Explain how pressure pushes on an object submerged in a fluid.</w:t>
            </w:r>
          </w:p>
        </w:tc>
      </w:tr>
      <w:tr w:rsidR="00206677" w:rsidRPr="00E675A8" w:rsidTr="00F33774">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206677" w:rsidRPr="00B37C53" w:rsidRDefault="00206677" w:rsidP="00206677">
            <w:pPr>
              <w:rPr>
                <w:rFonts w:cstheme="minorHAnsi"/>
                <w:b/>
                <w:color w:val="FFFFFF" w:themeColor="background1"/>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206677" w:rsidRPr="00E675A8" w:rsidRDefault="00206677" w:rsidP="00206677">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206677" w:rsidRPr="00E675A8" w:rsidRDefault="00206677" w:rsidP="00206677">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206677" w:rsidRPr="00E675A8" w:rsidRDefault="00206677" w:rsidP="00206677">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206677" w:rsidRPr="00E675A8" w:rsidRDefault="00206677" w:rsidP="00206677">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206677" w:rsidRPr="00E675A8" w:rsidRDefault="00206677" w:rsidP="00206677">
            <w:pPr>
              <w:jc w:val="center"/>
              <w:rPr>
                <w:rFonts w:cstheme="minorHAnsi"/>
                <w:sz w:val="20"/>
                <w:szCs w:val="20"/>
              </w:rPr>
            </w:pPr>
          </w:p>
        </w:tc>
      </w:tr>
      <w:tr w:rsidR="00F33774" w:rsidRPr="00E675A8" w:rsidTr="00F33774">
        <w:trPr>
          <w:trHeight w:val="340"/>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4" w:space="0" w:color="5F497A" w:themeColor="accent4" w:themeShade="BF"/>
            </w:tcBorders>
            <w:shd w:val="clear" w:color="auto" w:fill="5F497A" w:themeFill="accent4" w:themeFillShade="BF"/>
          </w:tcPr>
          <w:p w:rsidR="00F33774" w:rsidRPr="003C7537" w:rsidRDefault="00F33774" w:rsidP="00206677">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vMerge w:val="restart"/>
            <w:tcBorders>
              <w:top w:val="single" w:sz="4"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F33774" w:rsidRPr="00E675A8" w:rsidRDefault="00BE350C" w:rsidP="00206677">
            <w:pPr>
              <w:jc w:val="center"/>
              <w:rPr>
                <w:rFonts w:cstheme="minorHAnsi"/>
                <w:sz w:val="20"/>
                <w:szCs w:val="20"/>
              </w:rPr>
            </w:pPr>
            <w:r w:rsidRPr="00385E71">
              <w:rPr>
                <w:rFonts w:cstheme="minorHAnsi"/>
                <w:sz w:val="20"/>
                <w:szCs w:val="20"/>
              </w:rPr>
              <w:t>Inflation</w:t>
            </w:r>
          </w:p>
        </w:tc>
        <w:tc>
          <w:tcPr>
            <w:tcW w:w="2439" w:type="dxa"/>
            <w:vMerge w:val="restart"/>
            <w:tcBorders>
              <w:top w:val="single" w:sz="4"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F33774" w:rsidRPr="006C5A9E" w:rsidRDefault="00130B65" w:rsidP="00206677">
            <w:pPr>
              <w:jc w:val="center"/>
            </w:pPr>
            <w:r w:rsidRPr="006C5A9E">
              <w:rPr>
                <w:rFonts w:cstheme="minorHAnsi"/>
                <w:sz w:val="20"/>
                <w:szCs w:val="20"/>
              </w:rPr>
              <w:t>Magic glass</w:t>
            </w:r>
          </w:p>
          <w:p w:rsidR="00F33774" w:rsidRPr="00BE350C" w:rsidRDefault="00F33774" w:rsidP="00206677">
            <w:pPr>
              <w:rPr>
                <w:rFonts w:cstheme="minorHAnsi"/>
                <w:color w:val="FF0000"/>
                <w:sz w:val="20"/>
                <w:szCs w:val="20"/>
              </w:rPr>
            </w:pPr>
          </w:p>
        </w:tc>
        <w:tc>
          <w:tcPr>
            <w:tcW w:w="2439" w:type="dxa"/>
            <w:tcBorders>
              <w:top w:val="single" w:sz="4"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F33774" w:rsidRPr="00BE350C" w:rsidRDefault="0052012D" w:rsidP="00206677">
            <w:pPr>
              <w:jc w:val="center"/>
              <w:rPr>
                <w:rFonts w:cstheme="minorHAnsi"/>
                <w:color w:val="FF0000"/>
                <w:sz w:val="20"/>
                <w:szCs w:val="20"/>
              </w:rPr>
            </w:pPr>
            <w:r w:rsidRPr="0052012D">
              <w:rPr>
                <w:rFonts w:cstheme="minorHAnsi"/>
                <w:sz w:val="20"/>
                <w:szCs w:val="20"/>
              </w:rPr>
              <w:t>Underwater b</w:t>
            </w:r>
            <w:r w:rsidR="00CF112E" w:rsidRPr="0052012D">
              <w:rPr>
                <w:rFonts w:cstheme="minorHAnsi"/>
                <w:sz w:val="20"/>
                <w:szCs w:val="20"/>
              </w:rPr>
              <w:t>each ball</w:t>
            </w:r>
          </w:p>
        </w:tc>
        <w:tc>
          <w:tcPr>
            <w:tcW w:w="2439" w:type="dxa"/>
            <w:tcBorders>
              <w:top w:val="single" w:sz="4"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F33774" w:rsidRPr="00BE350C" w:rsidRDefault="000331DB" w:rsidP="000331DB">
            <w:pPr>
              <w:jc w:val="center"/>
              <w:rPr>
                <w:rFonts w:cstheme="minorHAnsi"/>
                <w:color w:val="FF0000"/>
                <w:sz w:val="20"/>
                <w:szCs w:val="20"/>
              </w:rPr>
            </w:pPr>
            <w:r w:rsidRPr="008A42B0">
              <w:rPr>
                <w:rFonts w:cstheme="minorHAnsi"/>
                <w:sz w:val="20"/>
                <w:szCs w:val="20"/>
              </w:rPr>
              <w:t>Deep water</w:t>
            </w:r>
          </w:p>
        </w:tc>
        <w:tc>
          <w:tcPr>
            <w:tcW w:w="2439" w:type="dxa"/>
            <w:vMerge w:val="restart"/>
            <w:tcBorders>
              <w:top w:val="single" w:sz="4"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F33774" w:rsidRPr="00BE350C" w:rsidRDefault="00772F68" w:rsidP="00206677">
            <w:pPr>
              <w:jc w:val="center"/>
              <w:rPr>
                <w:rFonts w:cstheme="minorHAnsi"/>
                <w:color w:val="FF0000"/>
                <w:sz w:val="20"/>
                <w:szCs w:val="20"/>
              </w:rPr>
            </w:pPr>
            <w:r w:rsidRPr="001D1A1B">
              <w:rPr>
                <w:rFonts w:cstheme="minorHAnsi"/>
                <w:sz w:val="20"/>
                <w:szCs w:val="20"/>
              </w:rPr>
              <w:t>Underwater basketball</w:t>
            </w:r>
          </w:p>
        </w:tc>
      </w:tr>
      <w:tr w:rsidR="00F33774" w:rsidRPr="00E675A8" w:rsidTr="00F33774">
        <w:trPr>
          <w:trHeight w:val="340"/>
        </w:trPr>
        <w:tc>
          <w:tcPr>
            <w:tcW w:w="1545" w:type="dxa"/>
            <w:vMerge/>
            <w:tcBorders>
              <w:top w:val="nil"/>
              <w:left w:val="single" w:sz="8" w:space="0" w:color="5F497A" w:themeColor="accent4" w:themeShade="BF"/>
              <w:bottom w:val="single" w:sz="8" w:space="0" w:color="5F497A" w:themeColor="accent4" w:themeShade="BF"/>
              <w:right w:val="single" w:sz="4" w:space="0" w:color="5F497A" w:themeColor="accent4" w:themeShade="BF"/>
            </w:tcBorders>
            <w:shd w:val="clear" w:color="auto" w:fill="5F497A" w:themeFill="accent4" w:themeFillShade="BF"/>
          </w:tcPr>
          <w:p w:rsidR="00F33774" w:rsidRPr="00B37C53" w:rsidRDefault="00F33774" w:rsidP="00206677">
            <w:pPr>
              <w:rPr>
                <w:rFonts w:cstheme="minorHAnsi"/>
                <w:b/>
                <w:color w:val="FFFFFF" w:themeColor="background1"/>
                <w:szCs w:val="20"/>
              </w:rPr>
            </w:pPr>
          </w:p>
        </w:tc>
        <w:tc>
          <w:tcPr>
            <w:tcW w:w="2439" w:type="dxa"/>
            <w:vMerge/>
            <w:tcBorders>
              <w:top w:val="single" w:sz="4"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F33774" w:rsidRPr="00E675A8" w:rsidRDefault="00F33774" w:rsidP="00206677">
            <w:pPr>
              <w:jc w:val="center"/>
              <w:rPr>
                <w:rFonts w:cstheme="minorHAnsi"/>
                <w:sz w:val="20"/>
                <w:szCs w:val="20"/>
              </w:rPr>
            </w:pPr>
          </w:p>
        </w:tc>
        <w:tc>
          <w:tcPr>
            <w:tcW w:w="2439" w:type="dxa"/>
            <w:vMerge/>
            <w:tcBorders>
              <w:top w:val="single" w:sz="4"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F33774" w:rsidRPr="00E675A8" w:rsidRDefault="00F33774" w:rsidP="00206677">
            <w:pPr>
              <w:jc w:val="center"/>
              <w:rPr>
                <w:rFonts w:cstheme="minorHAnsi"/>
                <w:sz w:val="20"/>
                <w:szCs w:val="20"/>
              </w:rPr>
            </w:pPr>
          </w:p>
        </w:tc>
        <w:tc>
          <w:tcPr>
            <w:tcW w:w="2439" w:type="dxa"/>
            <w:tcBorders>
              <w:top w:val="single" w:sz="8"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F33774" w:rsidRPr="00BE350C" w:rsidRDefault="00D43C4A" w:rsidP="00206677">
            <w:pPr>
              <w:jc w:val="center"/>
              <w:rPr>
                <w:rFonts w:cstheme="minorHAnsi"/>
                <w:color w:val="FF0000"/>
                <w:sz w:val="20"/>
                <w:szCs w:val="20"/>
              </w:rPr>
            </w:pPr>
            <w:r w:rsidRPr="008E37E7">
              <w:rPr>
                <w:rFonts w:cstheme="minorHAnsi"/>
                <w:sz w:val="20"/>
                <w:szCs w:val="20"/>
              </w:rPr>
              <w:t>Squeezing water</w:t>
            </w:r>
          </w:p>
        </w:tc>
        <w:tc>
          <w:tcPr>
            <w:tcW w:w="2439" w:type="dxa"/>
            <w:tcBorders>
              <w:top w:val="single" w:sz="8"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F33774" w:rsidRPr="00BE350C" w:rsidRDefault="00120A7A" w:rsidP="00764CD1">
            <w:pPr>
              <w:jc w:val="center"/>
              <w:rPr>
                <w:rFonts w:cstheme="minorHAnsi"/>
                <w:color w:val="FF0000"/>
                <w:sz w:val="20"/>
                <w:szCs w:val="20"/>
              </w:rPr>
            </w:pPr>
            <w:r w:rsidRPr="009E00E7">
              <w:rPr>
                <w:rFonts w:cstheme="minorHAnsi"/>
                <w:sz w:val="20"/>
                <w:szCs w:val="20"/>
              </w:rPr>
              <w:t>Underwater cave</w:t>
            </w:r>
          </w:p>
        </w:tc>
        <w:tc>
          <w:tcPr>
            <w:tcW w:w="2439" w:type="dxa"/>
            <w:vMerge/>
            <w:tcBorders>
              <w:top w:val="single" w:sz="8" w:space="0" w:color="5F497A" w:themeColor="accent4" w:themeShade="BF"/>
              <w:left w:val="single"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F33774" w:rsidRPr="00E675A8" w:rsidRDefault="00F33774" w:rsidP="00206677">
            <w:pPr>
              <w:jc w:val="center"/>
              <w:rPr>
                <w:rFonts w:cstheme="minorHAnsi"/>
                <w:sz w:val="20"/>
                <w:szCs w:val="20"/>
              </w:rPr>
            </w:pPr>
          </w:p>
        </w:tc>
      </w:tr>
      <w:tr w:rsidR="00206677" w:rsidRPr="00E675A8" w:rsidTr="00F33774">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206677" w:rsidRPr="00B37C53" w:rsidRDefault="00206677" w:rsidP="00206677">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206677" w:rsidRPr="00E675A8" w:rsidRDefault="00206677" w:rsidP="00206677">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206677" w:rsidRPr="00E675A8" w:rsidRDefault="00206677" w:rsidP="00206677">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206677" w:rsidRPr="00E675A8" w:rsidRDefault="00206677" w:rsidP="00206677">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206677" w:rsidRPr="00E675A8" w:rsidRDefault="00206677" w:rsidP="00206677">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206677" w:rsidRPr="00E675A8" w:rsidRDefault="00206677" w:rsidP="00206677">
            <w:pPr>
              <w:jc w:val="center"/>
              <w:rPr>
                <w:rFonts w:cstheme="minorHAnsi"/>
                <w:sz w:val="20"/>
                <w:szCs w:val="20"/>
              </w:rPr>
            </w:pPr>
          </w:p>
        </w:tc>
      </w:tr>
      <w:tr w:rsidR="00385E71" w:rsidRPr="00E675A8" w:rsidTr="00DD1460">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385E71" w:rsidRDefault="00385E71" w:rsidP="00206677">
            <w:pPr>
              <w:rPr>
                <w:rFonts w:cstheme="minorHAnsi"/>
                <w:b/>
                <w:color w:val="FFFFFF" w:themeColor="background1"/>
                <w:sz w:val="20"/>
                <w:szCs w:val="20"/>
              </w:rPr>
            </w:pPr>
            <w:r>
              <w:rPr>
                <w:rFonts w:cstheme="minorHAnsi"/>
                <w:b/>
                <w:color w:val="FFFFFF" w:themeColor="background1"/>
                <w:sz w:val="20"/>
                <w:szCs w:val="20"/>
              </w:rPr>
              <w:t xml:space="preserve">Response </w:t>
            </w:r>
          </w:p>
          <w:p w:rsidR="00385E71" w:rsidRPr="003C7537" w:rsidRDefault="00385E71" w:rsidP="00206677">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385E71" w:rsidRDefault="00385E71" w:rsidP="000C5880">
            <w:pPr>
              <w:jc w:val="center"/>
              <w:rPr>
                <w:rFonts w:cstheme="minorHAnsi"/>
                <w:color w:val="FF0000"/>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385E71" w:rsidRPr="00BE350C" w:rsidRDefault="00385E71" w:rsidP="00E07253">
            <w:pPr>
              <w:jc w:val="center"/>
              <w:rPr>
                <w:rFonts w:cstheme="minorHAnsi"/>
                <w:color w:val="FF0000"/>
                <w:sz w:val="20"/>
                <w:szCs w:val="20"/>
              </w:rPr>
            </w:pPr>
            <w:r w:rsidRPr="0003519D">
              <w:rPr>
                <w:rFonts w:cstheme="minorHAnsi"/>
                <w:sz w:val="20"/>
                <w:szCs w:val="20"/>
              </w:rPr>
              <w:t xml:space="preserve">Pressure can </w:t>
            </w:r>
          </w:p>
        </w:tc>
        <w:tc>
          <w:tcPr>
            <w:tcW w:w="7317" w:type="dxa"/>
            <w:gridSpan w:val="3"/>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385E71" w:rsidRPr="00BE350C" w:rsidRDefault="00035570" w:rsidP="000126E6">
            <w:pPr>
              <w:jc w:val="center"/>
              <w:rPr>
                <w:rFonts w:cstheme="minorHAnsi"/>
                <w:color w:val="FF0000"/>
                <w:sz w:val="20"/>
                <w:szCs w:val="20"/>
              </w:rPr>
            </w:pPr>
            <w:r w:rsidRPr="0059499D">
              <w:rPr>
                <w:rFonts w:cstheme="minorHAnsi"/>
                <w:sz w:val="20"/>
                <w:szCs w:val="20"/>
              </w:rPr>
              <w:t>Diving deep</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7"/>
        <w:gridCol w:w="4407"/>
      </w:tblGrid>
      <w:tr w:rsidR="00761D32" w:rsidTr="009B5270">
        <w:tc>
          <w:tcPr>
            <w:tcW w:w="10361" w:type="dxa"/>
            <w:gridSpan w:val="4"/>
          </w:tcPr>
          <w:p w:rsidR="00761D32" w:rsidRDefault="00761D32" w:rsidP="009B5270">
            <w:pPr>
              <w:spacing w:after="120"/>
              <w:rPr>
                <w:sz w:val="20"/>
              </w:rPr>
            </w:pPr>
            <w:r>
              <w:rPr>
                <w:sz w:val="20"/>
              </w:rPr>
              <w:t>Key:</w:t>
            </w:r>
          </w:p>
        </w:tc>
      </w:tr>
      <w:tr w:rsidR="00761D32" w:rsidTr="009B5270">
        <w:tc>
          <w:tcPr>
            <w:tcW w:w="438" w:type="dxa"/>
            <w:vAlign w:val="center"/>
          </w:tcPr>
          <w:p w:rsidR="00761D32" w:rsidRDefault="00761D32" w:rsidP="009B5270">
            <w:pPr>
              <w:jc w:val="center"/>
              <w:rPr>
                <w:sz w:val="20"/>
              </w:rPr>
            </w:pPr>
            <w:r>
              <w:rPr>
                <w:noProof/>
                <w:sz w:val="20"/>
                <w:lang w:eastAsia="en-GB"/>
              </w:rPr>
              <mc:AlternateContent>
                <mc:Choice Requires="wps">
                  <w:drawing>
                    <wp:inline distT="0" distB="0" distL="0" distR="0" wp14:anchorId="0A664125" wp14:editId="0FDDEF2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0A664125" id="Text Box 31"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u1sS/l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761D32" w:rsidRPr="00620AFF" w:rsidRDefault="00761D32" w:rsidP="00761D32">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761D32" w:rsidRDefault="00761D32" w:rsidP="009B5270">
            <w:pPr>
              <w:rPr>
                <w:sz w:val="20"/>
              </w:rPr>
            </w:pPr>
            <w:r>
              <w:rPr>
                <w:sz w:val="20"/>
              </w:rPr>
              <w:t>Prior understanding from earlier stages of learning</w:t>
            </w:r>
          </w:p>
        </w:tc>
        <w:tc>
          <w:tcPr>
            <w:tcW w:w="437" w:type="dxa"/>
            <w:vAlign w:val="center"/>
          </w:tcPr>
          <w:p w:rsidR="00761D32" w:rsidRDefault="00761D32" w:rsidP="009B5270">
            <w:pPr>
              <w:jc w:val="center"/>
              <w:rPr>
                <w:sz w:val="20"/>
              </w:rPr>
            </w:pPr>
          </w:p>
        </w:tc>
        <w:tc>
          <w:tcPr>
            <w:tcW w:w="4407" w:type="dxa"/>
            <w:vAlign w:val="center"/>
          </w:tcPr>
          <w:p w:rsidR="00761D32" w:rsidRDefault="00761D32" w:rsidP="009B5270">
            <w:pPr>
              <w:rPr>
                <w:sz w:val="20"/>
              </w:rPr>
            </w:pPr>
          </w:p>
        </w:tc>
      </w:tr>
    </w:tbl>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1A7948" w:rsidRPr="00D2452D" w:rsidTr="005F454A">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627CA6" w:rsidRDefault="00627CA6" w:rsidP="009A68B9">
            <w:pPr>
              <w:jc w:val="center"/>
              <w:rPr>
                <w:rFonts w:cstheme="minorHAnsi"/>
                <w:b/>
              </w:rPr>
            </w:pPr>
            <w:r w:rsidRPr="00627CA6">
              <w:rPr>
                <w:rFonts w:cstheme="minorHAnsi"/>
                <w:b/>
              </w:rPr>
              <w:lastRenderedPageBreak/>
              <w:t>Inflation</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627CA6" w:rsidRDefault="00627CA6" w:rsidP="009A68B9">
            <w:pPr>
              <w:jc w:val="center"/>
              <w:rPr>
                <w:rFonts w:cstheme="minorHAnsi"/>
                <w:b/>
              </w:rPr>
            </w:pPr>
            <w:r w:rsidRPr="00627CA6">
              <w:rPr>
                <w:rFonts w:cstheme="minorHAnsi"/>
                <w:b/>
              </w:rPr>
              <w:t>Magic glass</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AC1978" w:rsidRDefault="00020D15" w:rsidP="009A68B9">
            <w:pPr>
              <w:jc w:val="center"/>
              <w:rPr>
                <w:rFonts w:cstheme="minorHAnsi"/>
                <w:b/>
                <w:color w:val="FF0000"/>
              </w:rPr>
            </w:pPr>
            <w:r w:rsidRPr="00020D15">
              <w:rPr>
                <w:rFonts w:cstheme="minorHAnsi"/>
                <w:b/>
              </w:rPr>
              <w:t>Underwater beach ball</w:t>
            </w:r>
          </w:p>
        </w:tc>
        <w:tc>
          <w:tcPr>
            <w:tcW w:w="2790" w:type="dxa"/>
            <w:tcBorders>
              <w:left w:val="single" w:sz="4" w:space="0" w:color="auto"/>
              <w:bottom w:val="nil"/>
            </w:tcBorders>
            <w:shd w:val="clear" w:color="auto" w:fill="E5DFEC" w:themeFill="accent4" w:themeFillTint="33"/>
            <w:vAlign w:val="center"/>
          </w:tcPr>
          <w:p w:rsidR="00793235" w:rsidRDefault="00CB2A74" w:rsidP="009A68B9">
            <w:pPr>
              <w:jc w:val="center"/>
              <w:rPr>
                <w:rFonts w:cstheme="minorHAnsi"/>
                <w:b/>
              </w:rPr>
            </w:pPr>
            <w:r>
              <w:rPr>
                <w:rFonts w:cstheme="minorHAnsi"/>
                <w:b/>
              </w:rPr>
              <w:t>Squeezing water</w:t>
            </w:r>
          </w:p>
          <w:p w:rsidR="00CB2A74" w:rsidRPr="00AC1978" w:rsidRDefault="00CB2A74" w:rsidP="009A68B9">
            <w:pPr>
              <w:jc w:val="center"/>
              <w:rPr>
                <w:rFonts w:cstheme="minorHAnsi"/>
                <w:b/>
              </w:rPr>
            </w:pPr>
          </w:p>
        </w:tc>
        <w:tc>
          <w:tcPr>
            <w:tcW w:w="2790" w:type="dxa"/>
            <w:tcBorders>
              <w:bottom w:val="nil"/>
            </w:tcBorders>
            <w:shd w:val="clear" w:color="auto" w:fill="E5DFEC" w:themeFill="accent4" w:themeFillTint="33"/>
            <w:vAlign w:val="center"/>
          </w:tcPr>
          <w:p w:rsidR="00793235" w:rsidRPr="00AC1978" w:rsidRDefault="00CB2A74" w:rsidP="009A68B9">
            <w:pPr>
              <w:jc w:val="center"/>
              <w:rPr>
                <w:rFonts w:cstheme="minorHAnsi"/>
                <w:b/>
              </w:rPr>
            </w:pPr>
            <w:r>
              <w:rPr>
                <w:rFonts w:cstheme="minorHAnsi"/>
                <w:b/>
              </w:rPr>
              <w:t>Deep water</w:t>
            </w:r>
          </w:p>
        </w:tc>
      </w:tr>
      <w:tr w:rsidR="008804CE" w:rsidTr="009A68B9">
        <w:trPr>
          <w:trHeight w:hRule="exact" w:val="3515"/>
        </w:trPr>
        <w:tc>
          <w:tcPr>
            <w:tcW w:w="2789" w:type="dxa"/>
            <w:tcBorders>
              <w:top w:val="nil"/>
              <w:bottom w:val="nil"/>
            </w:tcBorders>
            <w:vAlign w:val="center"/>
          </w:tcPr>
          <w:p w:rsidR="00793235" w:rsidRDefault="00FB4812" w:rsidP="00FB4812">
            <w:pPr>
              <w:jc w:val="center"/>
              <w:rPr>
                <w:b/>
                <w:color w:val="5F497A" w:themeColor="accent4" w:themeShade="BF"/>
                <w:sz w:val="24"/>
              </w:rPr>
            </w:pPr>
            <w:r>
              <w:rPr>
                <w:b/>
                <w:noProof/>
                <w:color w:val="5F497A" w:themeColor="accent4" w:themeShade="BF"/>
                <w:sz w:val="24"/>
                <w:lang w:eastAsia="en-GB"/>
              </w:rPr>
              <w:drawing>
                <wp:anchor distT="0" distB="0" distL="114300" distR="114300" simplePos="0" relativeHeight="251720704" behindDoc="0" locked="0" layoutInCell="1" allowOverlap="1">
                  <wp:simplePos x="0" y="0"/>
                  <wp:positionH relativeFrom="column">
                    <wp:posOffset>7620</wp:posOffset>
                  </wp:positionH>
                  <wp:positionV relativeFrom="paragraph">
                    <wp:posOffset>19050</wp:posOffset>
                  </wp:positionV>
                  <wp:extent cx="1523365" cy="2159635"/>
                  <wp:effectExtent l="19050" t="19050" r="19685" b="120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9548ABB.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336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b/>
                <w:noProof/>
                <w:color w:val="5F497A" w:themeColor="accent4" w:themeShade="BF"/>
                <w:sz w:val="24"/>
                <w:lang w:eastAsia="en-GB"/>
              </w:rPr>
              <w:drawing>
                <wp:anchor distT="0" distB="0" distL="114300" distR="114300" simplePos="0" relativeHeight="251719680" behindDoc="0" locked="0" layoutInCell="1" allowOverlap="1">
                  <wp:simplePos x="0" y="0"/>
                  <wp:positionH relativeFrom="column">
                    <wp:posOffset>123825</wp:posOffset>
                  </wp:positionH>
                  <wp:positionV relativeFrom="paragraph">
                    <wp:posOffset>46990</wp:posOffset>
                  </wp:positionV>
                  <wp:extent cx="1521460" cy="2159635"/>
                  <wp:effectExtent l="19050" t="19050" r="21590" b="120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954F32D.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146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89" w:type="dxa"/>
            <w:tcBorders>
              <w:top w:val="nil"/>
              <w:bottom w:val="nil"/>
            </w:tcBorders>
            <w:vAlign w:val="center"/>
          </w:tcPr>
          <w:p w:rsidR="00793235" w:rsidRDefault="009F1915" w:rsidP="00FB4812">
            <w:pPr>
              <w:jc w:val="center"/>
              <w:rPr>
                <w:b/>
                <w:color w:val="5F497A" w:themeColor="accent4" w:themeShade="BF"/>
                <w:sz w:val="24"/>
              </w:rPr>
            </w:pPr>
            <w:r>
              <w:rPr>
                <w:b/>
                <w:noProof/>
                <w:color w:val="5F497A" w:themeColor="accent4" w:themeShade="BF"/>
                <w:sz w:val="24"/>
                <w:lang w:eastAsia="en-GB"/>
              </w:rPr>
              <w:drawing>
                <wp:inline distT="0" distB="0" distL="0" distR="0">
                  <wp:extent cx="1526789" cy="2160000"/>
                  <wp:effectExtent l="19050" t="19050" r="16510"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9543C52.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Default="00787247" w:rsidP="00FB4812">
            <w:pPr>
              <w:jc w:val="center"/>
              <w:rPr>
                <w:b/>
                <w:color w:val="5F497A" w:themeColor="accent4" w:themeShade="BF"/>
                <w:sz w:val="24"/>
              </w:rPr>
            </w:pPr>
            <w:r>
              <w:rPr>
                <w:b/>
                <w:noProof/>
                <w:color w:val="5F497A" w:themeColor="accent4" w:themeShade="BF"/>
                <w:sz w:val="24"/>
                <w:lang w:eastAsia="en-GB"/>
              </w:rPr>
              <w:drawing>
                <wp:inline distT="0" distB="0" distL="0" distR="0">
                  <wp:extent cx="1520807" cy="2160000"/>
                  <wp:effectExtent l="19050" t="19050" r="22860"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95451CB.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0807"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Default="0048025A" w:rsidP="00FB4812">
            <w:pPr>
              <w:jc w:val="center"/>
              <w:rPr>
                <w:b/>
                <w:color w:val="5F497A" w:themeColor="accent4" w:themeShade="BF"/>
                <w:sz w:val="24"/>
              </w:rPr>
            </w:pPr>
            <w:r>
              <w:rPr>
                <w:b/>
                <w:noProof/>
                <w:color w:val="5F497A" w:themeColor="accent4" w:themeShade="BF"/>
                <w:sz w:val="24"/>
                <w:lang w:eastAsia="en-GB"/>
              </w:rPr>
              <w:drawing>
                <wp:inline distT="0" distB="0" distL="0" distR="0">
                  <wp:extent cx="1525114" cy="2160000"/>
                  <wp:effectExtent l="19050" t="19050" r="18415"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9544B61.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511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Default="00800A07" w:rsidP="00FB4812">
            <w:pPr>
              <w:jc w:val="center"/>
              <w:rPr>
                <w:b/>
                <w:color w:val="5F497A" w:themeColor="accent4" w:themeShade="BF"/>
                <w:sz w:val="24"/>
              </w:rPr>
            </w:pPr>
            <w:r>
              <w:rPr>
                <w:b/>
                <w:noProof/>
                <w:color w:val="5F497A" w:themeColor="accent4" w:themeShade="BF"/>
                <w:sz w:val="24"/>
                <w:lang w:eastAsia="en-GB"/>
              </w:rPr>
              <w:drawing>
                <wp:inline distT="0" distB="0" distL="0" distR="0">
                  <wp:extent cx="1519131" cy="2160000"/>
                  <wp:effectExtent l="19050" t="19050" r="24130"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9543FDD.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19131" cy="2160000"/>
                          </a:xfrm>
                          <a:prstGeom prst="rect">
                            <a:avLst/>
                          </a:prstGeom>
                          <a:ln w="6350">
                            <a:solidFill>
                              <a:schemeClr val="accent4">
                                <a:lumMod val="50000"/>
                              </a:schemeClr>
                            </a:solidFill>
                          </a:ln>
                        </pic:spPr>
                      </pic:pic>
                    </a:graphicData>
                  </a:graphic>
                </wp:inline>
              </w:drawing>
            </w:r>
          </w:p>
        </w:tc>
      </w:tr>
      <w:tr w:rsidR="001A7948" w:rsidTr="00CB2A74">
        <w:trPr>
          <w:trHeight w:hRule="exact" w:val="454"/>
        </w:trPr>
        <w:tc>
          <w:tcPr>
            <w:tcW w:w="2789" w:type="dxa"/>
            <w:tcBorders>
              <w:top w:val="nil"/>
              <w:bottom w:val="single" w:sz="4" w:space="0" w:color="auto"/>
            </w:tcBorders>
            <w:shd w:val="clear" w:color="auto" w:fill="E5DFEC" w:themeFill="accent4" w:themeFillTint="33"/>
            <w:vAlign w:val="center"/>
          </w:tcPr>
          <w:p w:rsidR="00FB4812" w:rsidRDefault="00FB4812" w:rsidP="00FB4812">
            <w:pPr>
              <w:jc w:val="center"/>
              <w:rPr>
                <w:sz w:val="18"/>
              </w:rPr>
            </w:pPr>
            <w:r w:rsidRPr="00FB4812">
              <w:rPr>
                <w:sz w:val="18"/>
              </w:rPr>
              <w:t xml:space="preserve">Confidence grid </w:t>
            </w:r>
            <w:r>
              <w:rPr>
                <w:sz w:val="18"/>
              </w:rPr>
              <w:t>and</w:t>
            </w:r>
          </w:p>
          <w:p w:rsidR="00793235" w:rsidRPr="00EA6AA1" w:rsidRDefault="00FB4812" w:rsidP="00FB4812">
            <w:pPr>
              <w:jc w:val="center"/>
            </w:pPr>
            <w:r w:rsidRPr="00FB4812">
              <w:rPr>
                <w:sz w:val="18"/>
              </w:rPr>
              <w:t>simple multiple choice</w:t>
            </w:r>
          </w:p>
        </w:tc>
        <w:tc>
          <w:tcPr>
            <w:tcW w:w="2789" w:type="dxa"/>
            <w:tcBorders>
              <w:top w:val="nil"/>
              <w:bottom w:val="single" w:sz="4" w:space="0" w:color="auto"/>
            </w:tcBorders>
            <w:shd w:val="clear" w:color="auto" w:fill="E5DFEC" w:themeFill="accent4" w:themeFillTint="33"/>
            <w:vAlign w:val="center"/>
          </w:tcPr>
          <w:p w:rsidR="00793235" w:rsidRPr="00EA6AA1" w:rsidRDefault="009F1915" w:rsidP="009A68B9">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793235" w:rsidRPr="00EA6AA1" w:rsidRDefault="00787247" w:rsidP="009A68B9">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793235" w:rsidRPr="00EA6AA1" w:rsidRDefault="00951D2F" w:rsidP="009A68B9">
            <w:pPr>
              <w:spacing w:after="120" w:line="276" w:lineRule="auto"/>
              <w:jc w:val="center"/>
            </w:pPr>
            <w:r>
              <w:t>Simple</w:t>
            </w:r>
            <w:r w:rsidRPr="00535269">
              <w:t xml:space="preserve"> multiple</w:t>
            </w:r>
            <w:r>
              <w:t xml:space="preserve"> choice</w:t>
            </w:r>
          </w:p>
        </w:tc>
        <w:tc>
          <w:tcPr>
            <w:tcW w:w="2790" w:type="dxa"/>
            <w:tcBorders>
              <w:top w:val="nil"/>
              <w:bottom w:val="single" w:sz="4" w:space="0" w:color="auto"/>
            </w:tcBorders>
            <w:shd w:val="clear" w:color="auto" w:fill="E5DFEC" w:themeFill="accent4" w:themeFillTint="33"/>
            <w:vAlign w:val="center"/>
          </w:tcPr>
          <w:p w:rsidR="00793235" w:rsidRPr="00EA6AA1" w:rsidRDefault="00800A07" w:rsidP="009A68B9">
            <w:pPr>
              <w:spacing w:after="120" w:line="276" w:lineRule="auto"/>
              <w:jc w:val="center"/>
            </w:pPr>
            <w:r>
              <w:t>Simple</w:t>
            </w:r>
            <w:r w:rsidRPr="00535269">
              <w:t xml:space="preserve"> multiple</w:t>
            </w:r>
            <w:r>
              <w:t xml:space="preserve"> choice</w:t>
            </w:r>
          </w:p>
        </w:tc>
      </w:tr>
      <w:tr w:rsidR="001A7948" w:rsidRPr="00D2452D" w:rsidTr="00CB2A74">
        <w:trPr>
          <w:trHeight w:hRule="exact" w:val="340"/>
        </w:trPr>
        <w:tc>
          <w:tcPr>
            <w:tcW w:w="2789" w:type="dxa"/>
            <w:tcBorders>
              <w:bottom w:val="nil"/>
            </w:tcBorders>
            <w:shd w:val="clear" w:color="auto" w:fill="E5DFEC" w:themeFill="accent4" w:themeFillTint="33"/>
            <w:vAlign w:val="center"/>
          </w:tcPr>
          <w:p w:rsidR="00793235" w:rsidRPr="00AC1978" w:rsidRDefault="00CB2A74" w:rsidP="009A68B9">
            <w:pPr>
              <w:spacing w:line="276" w:lineRule="auto"/>
              <w:jc w:val="center"/>
              <w:rPr>
                <w:b/>
              </w:rPr>
            </w:pPr>
            <w:r>
              <w:rPr>
                <w:b/>
              </w:rPr>
              <w:t>Underwater cave</w:t>
            </w:r>
          </w:p>
        </w:tc>
        <w:tc>
          <w:tcPr>
            <w:tcW w:w="2789" w:type="dxa"/>
            <w:tcBorders>
              <w:bottom w:val="nil"/>
            </w:tcBorders>
            <w:shd w:val="clear" w:color="auto" w:fill="E5DFEC" w:themeFill="accent4" w:themeFillTint="33"/>
            <w:vAlign w:val="center"/>
          </w:tcPr>
          <w:p w:rsidR="00793235" w:rsidRPr="00AC1978" w:rsidRDefault="00F32E01" w:rsidP="009A68B9">
            <w:pPr>
              <w:jc w:val="center"/>
              <w:rPr>
                <w:rFonts w:cstheme="minorHAnsi"/>
                <w:b/>
              </w:rPr>
            </w:pPr>
            <w:r>
              <w:rPr>
                <w:rFonts w:cstheme="minorHAnsi"/>
                <w:b/>
              </w:rPr>
              <w:t>Underwater basketball</w:t>
            </w:r>
          </w:p>
        </w:tc>
        <w:tc>
          <w:tcPr>
            <w:tcW w:w="2790" w:type="dxa"/>
            <w:tcBorders>
              <w:bottom w:val="nil"/>
            </w:tcBorders>
            <w:shd w:val="clear" w:color="auto" w:fill="B2A1C7" w:themeFill="accent4" w:themeFillTint="99"/>
            <w:vAlign w:val="center"/>
          </w:tcPr>
          <w:p w:rsidR="00793235" w:rsidRPr="00D2452D" w:rsidRDefault="00627CA6" w:rsidP="009A68B9">
            <w:pPr>
              <w:jc w:val="center"/>
              <w:rPr>
                <w:rFonts w:cstheme="minorHAnsi"/>
                <w:b/>
              </w:rPr>
            </w:pPr>
            <w:r>
              <w:rPr>
                <w:rFonts w:cstheme="minorHAnsi"/>
                <w:b/>
              </w:rPr>
              <w:t>Pressure can</w:t>
            </w:r>
          </w:p>
        </w:tc>
        <w:tc>
          <w:tcPr>
            <w:tcW w:w="2790" w:type="dxa"/>
            <w:tcBorders>
              <w:bottom w:val="nil"/>
            </w:tcBorders>
            <w:shd w:val="clear" w:color="auto" w:fill="B2A1C7" w:themeFill="accent4" w:themeFillTint="99"/>
            <w:vAlign w:val="center"/>
          </w:tcPr>
          <w:p w:rsidR="00793235" w:rsidRPr="00D2452D" w:rsidRDefault="00AC3BD1" w:rsidP="009A68B9">
            <w:pPr>
              <w:jc w:val="center"/>
              <w:rPr>
                <w:rFonts w:cstheme="minorHAnsi"/>
                <w:b/>
              </w:rPr>
            </w:pPr>
            <w:r>
              <w:rPr>
                <w:rFonts w:cstheme="minorHAnsi"/>
                <w:b/>
              </w:rPr>
              <w:t>Diving deep</w:t>
            </w:r>
          </w:p>
        </w:tc>
        <w:tc>
          <w:tcPr>
            <w:tcW w:w="2790" w:type="dxa"/>
            <w:tcBorders>
              <w:left w:val="nil"/>
              <w:bottom w:val="nil"/>
              <w:right w:val="nil"/>
            </w:tcBorders>
            <w:shd w:val="clear" w:color="auto" w:fill="auto"/>
            <w:vAlign w:val="center"/>
          </w:tcPr>
          <w:p w:rsidR="00793235" w:rsidRPr="00CB2A74" w:rsidRDefault="00793235" w:rsidP="009A68B9">
            <w:pPr>
              <w:jc w:val="center"/>
              <w:rPr>
                <w:rFonts w:cstheme="minorHAnsi"/>
                <w:b/>
              </w:rPr>
            </w:pPr>
          </w:p>
        </w:tc>
      </w:tr>
      <w:tr w:rsidR="008804CE" w:rsidTr="00CB2A74">
        <w:trPr>
          <w:trHeight w:hRule="exact" w:val="3515"/>
        </w:trPr>
        <w:tc>
          <w:tcPr>
            <w:tcW w:w="2789" w:type="dxa"/>
            <w:tcBorders>
              <w:top w:val="nil"/>
              <w:bottom w:val="nil"/>
            </w:tcBorders>
            <w:vAlign w:val="center"/>
          </w:tcPr>
          <w:p w:rsidR="00793235" w:rsidRPr="00FC1013" w:rsidRDefault="001A7948" w:rsidP="001A7948">
            <w:pPr>
              <w:jc w:val="center"/>
            </w:pPr>
            <w:r>
              <w:rPr>
                <w:noProof/>
                <w:lang w:eastAsia="en-GB"/>
              </w:rPr>
              <w:drawing>
                <wp:inline distT="0" distB="0" distL="0" distR="0">
                  <wp:extent cx="1520807" cy="2160000"/>
                  <wp:effectExtent l="19050" t="19050" r="22860"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95413B7.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0807"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93235" w:rsidRPr="00FC1013" w:rsidRDefault="00104F12" w:rsidP="00FB4812">
            <w:pPr>
              <w:jc w:val="center"/>
            </w:pPr>
            <w:r>
              <w:rPr>
                <w:noProof/>
                <w:lang w:eastAsia="en-GB"/>
              </w:rPr>
              <w:drawing>
                <wp:inline distT="0" distB="0" distL="0" distR="0">
                  <wp:extent cx="1529422" cy="2160000"/>
                  <wp:effectExtent l="19050" t="19050" r="13970"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9547390.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9422"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FC1013" w:rsidRDefault="006F2265" w:rsidP="00FB4812">
            <w:pPr>
              <w:jc w:val="center"/>
            </w:pPr>
            <w:r>
              <w:rPr>
                <w:noProof/>
                <w:lang w:eastAsia="en-GB"/>
              </w:rPr>
              <w:drawing>
                <wp:inline distT="0" distB="0" distL="0" distR="0">
                  <wp:extent cx="1519131" cy="2160000"/>
                  <wp:effectExtent l="19050" t="19050" r="24130"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95439E.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19131"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Pr="00FC1013" w:rsidRDefault="008804CE" w:rsidP="00FB4812">
            <w:pPr>
              <w:jc w:val="center"/>
            </w:pPr>
            <w:r>
              <w:rPr>
                <w:noProof/>
                <w:lang w:eastAsia="en-GB"/>
              </w:rPr>
              <w:drawing>
                <wp:inline distT="0" distB="0" distL="0" distR="0">
                  <wp:extent cx="1520807" cy="2160000"/>
                  <wp:effectExtent l="19050" t="19050" r="22860"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954E43A.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20807" cy="2160000"/>
                          </a:xfrm>
                          <a:prstGeom prst="rect">
                            <a:avLst/>
                          </a:prstGeom>
                          <a:ln w="6350">
                            <a:solidFill>
                              <a:schemeClr val="accent4">
                                <a:lumMod val="50000"/>
                              </a:schemeClr>
                            </a:solidFill>
                          </a:ln>
                        </pic:spPr>
                      </pic:pic>
                    </a:graphicData>
                  </a:graphic>
                </wp:inline>
              </w:drawing>
            </w:r>
          </w:p>
        </w:tc>
        <w:tc>
          <w:tcPr>
            <w:tcW w:w="2790" w:type="dxa"/>
            <w:tcBorders>
              <w:top w:val="nil"/>
              <w:left w:val="nil"/>
              <w:bottom w:val="nil"/>
              <w:right w:val="nil"/>
            </w:tcBorders>
            <w:shd w:val="clear" w:color="auto" w:fill="auto"/>
            <w:vAlign w:val="center"/>
          </w:tcPr>
          <w:p w:rsidR="00793235" w:rsidRPr="00FC1013" w:rsidRDefault="00793235" w:rsidP="00FB4812">
            <w:pPr>
              <w:jc w:val="center"/>
            </w:pPr>
          </w:p>
        </w:tc>
        <w:bookmarkStart w:id="0" w:name="_GoBack"/>
        <w:bookmarkEnd w:id="0"/>
      </w:tr>
      <w:tr w:rsidR="001A7948" w:rsidTr="00CB2A74">
        <w:trPr>
          <w:trHeight w:hRule="exact" w:val="454"/>
        </w:trPr>
        <w:tc>
          <w:tcPr>
            <w:tcW w:w="2789" w:type="dxa"/>
            <w:tcBorders>
              <w:top w:val="nil"/>
            </w:tcBorders>
            <w:shd w:val="clear" w:color="auto" w:fill="E5DFEC" w:themeFill="accent4" w:themeFillTint="33"/>
            <w:vAlign w:val="center"/>
          </w:tcPr>
          <w:p w:rsidR="00793235" w:rsidRPr="00FC1013" w:rsidRDefault="001A7948" w:rsidP="009A68B9">
            <w:pPr>
              <w:spacing w:after="120" w:line="276" w:lineRule="auto"/>
              <w:jc w:val="center"/>
            </w:pPr>
            <w:r>
              <w:t>T</w:t>
            </w:r>
            <w:r w:rsidRPr="00535269">
              <w:t>wo-tier multiple</w:t>
            </w:r>
            <w:r>
              <w:t xml:space="preserve"> choice</w:t>
            </w:r>
          </w:p>
        </w:tc>
        <w:tc>
          <w:tcPr>
            <w:tcW w:w="2789" w:type="dxa"/>
            <w:tcBorders>
              <w:top w:val="nil"/>
            </w:tcBorders>
            <w:shd w:val="clear" w:color="auto" w:fill="E5DFEC" w:themeFill="accent4" w:themeFillTint="33"/>
            <w:vAlign w:val="center"/>
          </w:tcPr>
          <w:p w:rsidR="00793235" w:rsidRPr="00FC1013" w:rsidRDefault="00BE2C1C" w:rsidP="009A68B9">
            <w:pPr>
              <w:spacing w:after="120" w:line="276" w:lineRule="auto"/>
              <w:jc w:val="center"/>
            </w:pPr>
            <w:r>
              <w:t>Linking ideas</w:t>
            </w:r>
          </w:p>
        </w:tc>
        <w:tc>
          <w:tcPr>
            <w:tcW w:w="2790" w:type="dxa"/>
            <w:tcBorders>
              <w:top w:val="nil"/>
            </w:tcBorders>
            <w:shd w:val="clear" w:color="auto" w:fill="B2A1C7" w:themeFill="accent4" w:themeFillTint="99"/>
            <w:vAlign w:val="center"/>
          </w:tcPr>
          <w:p w:rsidR="00793235" w:rsidRPr="00FC1013" w:rsidRDefault="000D0C89" w:rsidP="000D0C89">
            <w:pPr>
              <w:jc w:val="center"/>
            </w:pPr>
            <w:r w:rsidRPr="000D0C89">
              <w:rPr>
                <w:sz w:val="18"/>
              </w:rPr>
              <w:t>Predict, explain; observe, explain (PEOE)</w:t>
            </w:r>
          </w:p>
        </w:tc>
        <w:tc>
          <w:tcPr>
            <w:tcW w:w="2790" w:type="dxa"/>
            <w:tcBorders>
              <w:top w:val="nil"/>
            </w:tcBorders>
            <w:shd w:val="clear" w:color="auto" w:fill="B2A1C7" w:themeFill="accent4" w:themeFillTint="99"/>
            <w:vAlign w:val="center"/>
          </w:tcPr>
          <w:p w:rsidR="00793235" w:rsidRPr="00FC1013" w:rsidRDefault="00A87F74" w:rsidP="009A68B9">
            <w:pPr>
              <w:spacing w:after="120" w:line="276" w:lineRule="auto"/>
              <w:jc w:val="center"/>
            </w:pPr>
            <w:r>
              <w:t>Talking heads</w:t>
            </w:r>
          </w:p>
        </w:tc>
        <w:tc>
          <w:tcPr>
            <w:tcW w:w="2790" w:type="dxa"/>
            <w:tcBorders>
              <w:top w:val="nil"/>
              <w:left w:val="nil"/>
              <w:bottom w:val="nil"/>
              <w:right w:val="nil"/>
            </w:tcBorders>
            <w:shd w:val="clear" w:color="auto" w:fill="auto"/>
            <w:vAlign w:val="center"/>
          </w:tcPr>
          <w:p w:rsidR="00793235" w:rsidRPr="00FC1013" w:rsidRDefault="00793235" w:rsidP="009A68B9">
            <w:pPr>
              <w:spacing w:after="120" w:line="276" w:lineRule="auto"/>
              <w:jc w:val="center"/>
            </w:pPr>
          </w:p>
        </w:tc>
      </w:tr>
    </w:tbl>
    <w:p w:rsidR="00793235" w:rsidRDefault="00793235">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C12E4D" w:rsidRDefault="00C12E4D" w:rsidP="00C50AA1">
      <w:pPr>
        <w:spacing w:after="180"/>
      </w:pPr>
      <w:r>
        <w:t>A fluid is a liquid or a gas.</w:t>
      </w:r>
    </w:p>
    <w:p w:rsidR="00C50AA1" w:rsidRDefault="00C50AA1" w:rsidP="00C50AA1">
      <w:pPr>
        <w:spacing w:after="180"/>
      </w:pPr>
      <w:r>
        <w:t>An object immersed in a fluid experiences forces acting on its surfaces caused by the pressure of the fluid. At any given point in a fluid, pressure acts equally in all directions. Its size is equal to the force acting normal to a surface, divided by the surface area (pressure = force divided by area).</w:t>
      </w:r>
    </w:p>
    <w:p w:rsidR="00C50AA1" w:rsidRDefault="00C50AA1" w:rsidP="00C50AA1">
      <w:pPr>
        <w:spacing w:after="180"/>
      </w:pPr>
      <w:r>
        <w:t>The pressure at a point in a fluid is proportional to its depth, as it is caused by the gravitational force on the fluid above that point.</w:t>
      </w:r>
    </w:p>
    <w:p w:rsidR="00C50AA1" w:rsidRDefault="00C50AA1" w:rsidP="00C50AA1">
      <w:pPr>
        <w:spacing w:after="180"/>
      </w:pPr>
      <w:r>
        <w:t>The pressure of the Earth’s atmosphere is called atmospheric pressure. Usually atmospheric pressure causes equal forces to act in all directions on objects, so its presence is not apparent. But if a vacuum, or partial vacuum, is created by removing air, the force due to atmospheric pressure can cause movement (e.g. liquid moving up a drinking straw) or other effects (such as rubber suckers being pressed tightly on to surfaces).</w:t>
      </w:r>
    </w:p>
    <w:p w:rsidR="00C50AA1" w:rsidRDefault="00C50AA1" w:rsidP="00C50AA1">
      <w:pPr>
        <w:spacing w:after="180"/>
      </w:pPr>
      <w:r>
        <w:t>Because pressure is proportional to depth in a fluid, the force exerted by a fluid is larger on the lower surface of an immersed object than on the upper surface. This difference causes the observed upthrust. It also explains why the apparent weight of a fully or partly immersed object is less than its weight out of the fluid.</w:t>
      </w:r>
    </w:p>
    <w:p w:rsidR="00C50AA1" w:rsidRDefault="00C50AA1" w:rsidP="00C50AA1">
      <w:pPr>
        <w:spacing w:after="180"/>
      </w:pPr>
      <w:r>
        <w:t>All of these ideas apply to objects immersed in a gas (such as air) though the size of the upthrust is much smaller than for a liquid.</w:t>
      </w:r>
    </w:p>
    <w:p w:rsidR="00FB1FF6" w:rsidRPr="0022442F" w:rsidRDefault="00FB1FF6" w:rsidP="00C50AA1">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971B52" w:rsidRDefault="00971B52" w:rsidP="00971B52">
      <w:pPr>
        <w:spacing w:after="180"/>
      </w:pPr>
      <w:r>
        <w:t>In his paper on the progression in children’s understanding of basic particle theory</w:t>
      </w:r>
      <w:r w:rsidR="0049481D">
        <w:t>,</w:t>
      </w:r>
      <w:r>
        <w:t xml:space="preserve"> Johnson </w:t>
      </w:r>
      <w:r>
        <w:fldChar w:fldCharType="begin"/>
      </w:r>
      <w:r>
        <w:instrText xml:space="preserve"> ADDIN EN.CITE &lt;EndNote&gt;&lt;Cite ExcludeAuth="1"&gt;&lt;Author&gt;Johnson&lt;/Author&gt;&lt;Year&gt;1998&lt;/Year&gt;&lt;IDText&gt;Progression in children&amp;apos;s understanding of a &amp;apos;basic&amp;apos; particle theory: a longitudinal study&lt;/IDText&gt;&lt;DisplayText&gt;(1998)&lt;/DisplayText&gt;&lt;record&gt;&lt;titles&gt;&lt;title&gt;Progression in children&amp;apos;s understanding of a &amp;apos;basic&amp;apos; particle theory: a longitudinal study&lt;/title&gt;&lt;secondary-title&gt;International Journal of Science Education&lt;/secondary-title&gt;&lt;/titles&gt;&lt;pages&gt;393-412&lt;/pages&gt;&lt;contributors&gt;&lt;authors&gt;&lt;author&gt;Johnson, Philip&lt;/author&gt;&lt;/authors&gt;&lt;/contributors&gt;&lt;added-date format="utc"&gt;1542278320&lt;/added-date&gt;&lt;ref-type name="Journal Article"&gt;17&lt;/ref-type&gt;&lt;dates&gt;&lt;year&gt;1998&lt;/year&gt;&lt;/dates&gt;&lt;rec-number&gt;69&lt;/rec-number&gt;&lt;last-updated-date format="utc"&gt;1544088985&lt;/last-updated-date&gt;&lt;volume&gt;20(4)&lt;/volume&gt;&lt;/record&gt;&lt;/Cite&gt;&lt;/EndNote&gt;</w:instrText>
      </w:r>
      <w:r>
        <w:fldChar w:fldCharType="separate"/>
      </w:r>
      <w:r>
        <w:rPr>
          <w:noProof/>
        </w:rPr>
        <w:t>(1998)</w:t>
      </w:r>
      <w:r>
        <w:fldChar w:fldCharType="end"/>
      </w:r>
      <w:r>
        <w:t xml:space="preserve"> summarises findings from previous research. Children’s understanding of particles in liquids and gases revealed several misunderstandings that included:</w:t>
      </w:r>
    </w:p>
    <w:p w:rsidR="00971B52" w:rsidRDefault="00971B52" w:rsidP="00971B52">
      <w:pPr>
        <w:pStyle w:val="ListParagraph"/>
        <w:numPr>
          <w:ilvl w:val="0"/>
          <w:numId w:val="6"/>
        </w:numPr>
        <w:spacing w:after="180"/>
      </w:pPr>
      <w:r>
        <w:t xml:space="preserve">Intrinsic motion of particles – Students showed very little appreciation of the movement of particles. </w:t>
      </w:r>
    </w:p>
    <w:p w:rsidR="00971B52" w:rsidRDefault="00971B52" w:rsidP="00971B52">
      <w:pPr>
        <w:pStyle w:val="ListParagraph"/>
        <w:numPr>
          <w:ilvl w:val="0"/>
          <w:numId w:val="6"/>
        </w:numPr>
        <w:spacing w:after="180"/>
      </w:pPr>
      <w:r>
        <w:t xml:space="preserve">The ‘space’ between the particles – The idea that there is ‘nothing’ between particles, even in the gas state, caused difficulties for many students. </w:t>
      </w:r>
    </w:p>
    <w:p w:rsidR="00971B52" w:rsidRDefault="00971B52" w:rsidP="00971B52">
      <w:pPr>
        <w:pStyle w:val="ListParagraph"/>
        <w:numPr>
          <w:ilvl w:val="0"/>
          <w:numId w:val="6"/>
        </w:numPr>
        <w:spacing w:after="180"/>
      </w:pPr>
      <w:r>
        <w:t>The nature of the particles – Many students gave macroscopic properties to the particles, seeing them as a fragmentation of the substance as a whole.</w:t>
      </w:r>
    </w:p>
    <w:p w:rsidR="001966CB" w:rsidRPr="00D106CB" w:rsidRDefault="001966CB" w:rsidP="001966CB">
      <w:pPr>
        <w:spacing w:after="180"/>
      </w:pPr>
      <w:r w:rsidRPr="00D106CB">
        <w:t xml:space="preserve">Both </w:t>
      </w:r>
      <w:proofErr w:type="spellStart"/>
      <w:r w:rsidRPr="00B71840">
        <w:t>S</w:t>
      </w:r>
      <w:r>
        <w:rPr>
          <w:rFonts w:cstheme="minorHAnsi"/>
        </w:rPr>
        <w:t>é</w:t>
      </w:r>
      <w:r w:rsidRPr="00B71840">
        <w:t>r</w:t>
      </w:r>
      <w:r>
        <w:rPr>
          <w:rFonts w:cstheme="minorHAnsi"/>
        </w:rPr>
        <w:t>é</w:t>
      </w:r>
      <w:proofErr w:type="spellEnd"/>
      <w:r>
        <w:rPr>
          <w:rFonts w:cstheme="minorHAnsi"/>
        </w:rPr>
        <w:t xml:space="preserve">, in her study </w:t>
      </w:r>
      <w:r>
        <w:t xml:space="preserve">(n=600) of what 11- to 13-year-olds thought about gases </w:t>
      </w:r>
      <w:r>
        <w:fldChar w:fldCharType="begin"/>
      </w:r>
      <w:r w:rsidR="00971B52">
        <w:instrText xml:space="preserve"> ADDIN EN.CITE &lt;EndNote&gt;&lt;Cite&gt;&lt;Author&gt;Sere&lt;/Author&gt;&lt;Year&gt;1986&lt;/Year&gt;&lt;IDText&gt;Childrens&amp;apos; conceptions of the gaseous state, prior to teaching&lt;/IDText&gt;&lt;DisplayText&gt;(Sere, 1986)&lt;/DisplayText&gt;&lt;record&gt;&lt;titles&gt;&lt;title&gt;Childrens&amp;apos; conceptions of the gaseous state, prior to teaching&lt;/title&gt;&lt;secondary-title&gt;European Journal of Science Education&lt;/secondary-title&gt;&lt;/titles&gt;&lt;pages&gt;413-25&lt;/pages&gt;&lt;contributors&gt;&lt;authors&gt;&lt;author&gt;Sere, M&lt;/author&gt;&lt;/authors&gt;&lt;/contributors&gt;&lt;added-date format="utc"&gt;1572618506&lt;/added-date&gt;&lt;ref-type name="Journal Article"&gt;17&lt;/ref-type&gt;&lt;dates&gt;&lt;year&gt;1986&lt;/year&gt;&lt;/dates&gt;&lt;rec-number&gt;175&lt;/rec-number&gt;&lt;last-updated-date format="utc"&gt;1572619042&lt;/last-updated-date&gt;&lt;volume&gt;8&lt;/volume&gt;&lt;/record&gt;&lt;/Cite&gt;&lt;Cite&gt;&lt;Author&gt;Sere&lt;/Author&gt;&lt;Year&gt;1986&lt;/Year&gt;&lt;IDText&gt;Childrens&amp;apos; conceptions of the gaseous state, prior to teaching&lt;/IDText&gt;&lt;record&gt;&lt;titles&gt;&lt;title&gt;Childrens&amp;apos; conceptions of the gaseous state, prior to teaching&lt;/title&gt;&lt;secondary-title&gt;European Journal of Science Education&lt;/secondary-title&gt;&lt;/titles&gt;&lt;pages&gt;413-25&lt;/pages&gt;&lt;contributors&gt;&lt;authors&gt;&lt;author&gt;Sere, M&lt;/author&gt;&lt;/authors&gt;&lt;/contributors&gt;&lt;added-date format="utc"&gt;1572618506&lt;/added-date&gt;&lt;ref-type name="Journal Article"&gt;17&lt;/ref-type&gt;&lt;dates&gt;&lt;year&gt;1986&lt;/year&gt;&lt;/dates&gt;&lt;rec-number&gt;175&lt;/rec-number&gt;&lt;last-updated-date format="utc"&gt;1572619042&lt;/last-updated-date&gt;&lt;volume&gt;8&lt;/volume&gt;&lt;/record&gt;&lt;/Cite&gt;&lt;/EndNote&gt;</w:instrText>
      </w:r>
      <w:r>
        <w:fldChar w:fldCharType="separate"/>
      </w:r>
      <w:r w:rsidR="00971B52">
        <w:rPr>
          <w:noProof/>
        </w:rPr>
        <w:t>(</w:t>
      </w:r>
      <w:r w:rsidR="0049481D">
        <w:rPr>
          <w:noProof/>
        </w:rPr>
        <w:t xml:space="preserve"> Séré</w:t>
      </w:r>
      <w:r w:rsidR="00971B52">
        <w:rPr>
          <w:noProof/>
        </w:rPr>
        <w:t>, 1986)</w:t>
      </w:r>
      <w:r>
        <w:fldChar w:fldCharType="end"/>
      </w:r>
      <w:r>
        <w:t xml:space="preserve">, and </w:t>
      </w:r>
      <w:proofErr w:type="spellStart"/>
      <w:r>
        <w:t>Besson</w:t>
      </w:r>
      <w:proofErr w:type="spellEnd"/>
      <w:r>
        <w:t xml:space="preserve">, in his study (n=944) of upper secondary and university students’ conceptions and reasoning about fluids </w:t>
      </w:r>
      <w:r>
        <w:fldChar w:fldCharType="begin"/>
      </w:r>
      <w:r>
        <w:instrText xml:space="preserve"> ADDIN EN.CITE &lt;EndNote&gt;&lt;Cite&gt;&lt;Author&gt;Besson&lt;/Author&gt;&lt;Year&gt;2004&lt;/Year&gt;&lt;IDText&gt;Students&amp;apos; conceptions of fluids&lt;/IDText&gt;&lt;DisplayText&gt;(Besson, 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(Besson, 2004)</w:t>
      </w:r>
      <w:r>
        <w:fldChar w:fldCharType="end"/>
      </w:r>
      <w:r>
        <w:t>, argue that there is a need for students to systematically reason how the motion of particles cause pressure effects, as a preliminary to the study of pressure, in order to avoid several common misunderstandings.</w:t>
      </w:r>
      <w:r w:rsidR="00B22CC9">
        <w:t xml:space="preserve"> </w:t>
      </w:r>
      <w:r w:rsidR="009304A8">
        <w:t xml:space="preserve"> </w:t>
      </w:r>
    </w:p>
    <w:p w:rsidR="009304A8" w:rsidRDefault="009304A8" w:rsidP="009304A8">
      <w:pPr>
        <w:spacing w:after="180"/>
      </w:pPr>
      <w:r>
        <w:t xml:space="preserve">For students to develop a robust understanding of pressure in fluids, </w:t>
      </w:r>
      <w:r>
        <w:rPr>
          <w:noProof/>
        </w:rPr>
        <w:t>Psillos</w:t>
      </w:r>
      <w:r>
        <w:t xml:space="preserve"> </w:t>
      </w:r>
      <w:r>
        <w:fldChar w:fldCharType="begin"/>
      </w:r>
      <w:r>
        <w:instrText xml:space="preserve"> ADDIN EN.CITE &lt;EndNote&gt;&lt;Cite ExcludeAuth="1"&gt;&lt;Author&gt;Psillos&lt;/Author&gt;&lt;Year&gt;1999&lt;/Year&gt;&lt;IDText&gt;Teaching fluids: intended knowledge and students&amp;apos; actual conceptual evolution&lt;/IDText&gt;&lt;DisplayText&gt;(1999)&lt;/DisplayText&gt;&lt;record&gt;&lt;titles&gt;&lt;title&gt;Teaching fluids: intended knowledge and students&amp;apos; actual conceptual evolution&lt;/title&gt;&lt;secondary-title&gt;International Journal of Science Education&lt;/secondary-title&gt;&lt;/titles&gt;&lt;pages&gt;17-38&lt;/pages&gt;&lt;contributors&gt;&lt;authors&gt;&lt;author&gt;Psillos, D&lt;/author&gt;&lt;/authors&gt;&lt;/contributors&gt;&lt;added-date format="utc"&gt;1572617796&lt;/added-date&gt;&lt;ref-type name="Journal Article"&gt;17&lt;/ref-type&gt;&lt;dates&gt;&lt;year&gt;1999&lt;/year&gt;&lt;/dates&gt;&lt;rec-number&gt;172&lt;/rec-number&gt;&lt;last-updated-date format="utc"&gt;1572618254&lt;/last-updated-date&gt;&lt;volume&gt;21:1&lt;/volume&gt;&lt;/record&gt;&lt;/Cite&gt;&lt;/EndNote&gt;</w:instrText>
      </w:r>
      <w:r>
        <w:fldChar w:fldCharType="separate"/>
      </w:r>
      <w:r>
        <w:rPr>
          <w:noProof/>
        </w:rPr>
        <w:t>(1999)</w:t>
      </w:r>
      <w:r>
        <w:fldChar w:fldCharType="end"/>
      </w:r>
      <w:r>
        <w:t xml:space="preserve"> suggests that they first observe and describe phenomena caused by fluid pressure, before using ideas about</w:t>
      </w:r>
      <w:r w:rsidRPr="004B7823">
        <w:t xml:space="preserve"> </w:t>
      </w:r>
      <w:r>
        <w:t xml:space="preserve">the movement of particles to explain the cause of each one. He also recommends that the equation P=F/A should be left </w:t>
      </w:r>
      <w:r>
        <w:lastRenderedPageBreak/>
        <w:t xml:space="preserve">until near the end of the learning progression, to describe the relationship between the variables, and </w:t>
      </w:r>
      <w:r w:rsidRPr="009A5B4D">
        <w:rPr>
          <w:u w:val="single"/>
        </w:rPr>
        <w:t>not</w:t>
      </w:r>
      <w:r>
        <w:t xml:space="preserve"> as a definition of pressure. Many students confuse force and pressure, and introducing the equation before they have a clear understanding of pressure is likely to be counterproductive.</w:t>
      </w:r>
    </w:p>
    <w:p w:rsidR="001966CB" w:rsidRDefault="001966CB" w:rsidP="001966CB">
      <w:pPr>
        <w:spacing w:after="180"/>
      </w:pPr>
      <w:r>
        <w:t xml:space="preserve">Students generally understand increases in pressure, such as when a tyre is inflated, and make links between the amount of a gas squashed into a container and its pressure </w:t>
      </w:r>
      <w:r>
        <w:fldChar w:fldCharType="begin"/>
      </w:r>
      <w:r>
        <w:instrText xml:space="preserve"> ADDIN EN.CITE &lt;EndNote&gt;&lt;Cite&gt;&lt;Author&gt;Sere&lt;/Author&gt;&lt;Year&gt;1985&lt;/Year&gt;&lt;IDText&gt;The Gaseous State&lt;/IDText&gt;&lt;DisplayText&gt;(Sere, 1985; Besson, 2004)&lt;/DisplayText&gt;&lt;record&gt;&lt;titles&gt;&lt;title&gt;The Gaseous State&lt;/title&gt;&lt;secondary-title&gt;Childrens&amp;apos; Ideas In Science&lt;/secondary-title&gt;&lt;/titles&gt;&lt;pages&gt;105-123&lt;/pages&gt;&lt;contributors&gt;&lt;authors&gt;&lt;author&gt;Sere, M. G&lt;/author&gt;&lt;/authors&gt;&lt;/contributors&gt;&lt;added-date format="utc"&gt;1572617992&lt;/added-date&gt;&lt;pub-location&gt;Milton Keynes &amp;amp; Philadelphia&lt;/pub-location&gt;&lt;ref-type name="Book Section"&gt;5&lt;/ref-type&gt;&lt;dates&gt;&lt;year&gt;1985&lt;/year&gt;&lt;/dates&gt;&lt;rec-number&gt;173&lt;/rec-number&gt;&lt;publisher&gt;Open University Press&lt;/publisher&gt;&lt;last-updated-date format="utc"&gt;1572618235&lt;/last-updated-date&gt;&lt;contributors&gt;&lt;secondary-authors&gt;&lt;author&gt;Driver, R&lt;/author&gt;&lt;author&gt;Guesne, E&lt;/author&gt;&lt;author&gt;Tiberghien, A&lt;/author&gt;&lt;/secondary-authors&gt;&lt;/contributors&gt;&lt;/record&gt;&lt;/Cite&gt;&lt;Cite&gt;&lt;Author&gt;Besson&lt;/Author&gt;&lt;Year&gt;2004&lt;/Year&gt;&lt;IDText&gt;Students&amp;apos; conceptions of fluids&lt;/IDText&gt;&lt;record&gt;&lt;titles&gt;&lt;title&gt;Students&amp;apos;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w:t>
      </w:r>
      <w:r w:rsidR="0049481D">
        <w:rPr>
          <w:noProof/>
        </w:rPr>
        <w:t xml:space="preserve"> Séré</w:t>
      </w:r>
      <w:r>
        <w:rPr>
          <w:noProof/>
        </w:rPr>
        <w:t>, 1985; Besson, 2004)</w:t>
      </w:r>
      <w:r>
        <w:fldChar w:fldCharType="end"/>
      </w:r>
      <w:r>
        <w:t xml:space="preserve">. Some however, consider that there is a </w:t>
      </w:r>
      <w:r w:rsidRPr="000254CC">
        <w:rPr>
          <w:i/>
        </w:rPr>
        <w:t>normal amount</w:t>
      </w:r>
      <w:r>
        <w:t xml:space="preserve"> of air that if exceeded</w:t>
      </w:r>
      <w:r w:rsidR="009304A8">
        <w:t>,</w:t>
      </w:r>
      <w:r>
        <w:t xml:space="preserve"> causes pressure; and if it is not exceeded</w:t>
      </w:r>
      <w:r w:rsidR="009304A8">
        <w:t>,</w:t>
      </w:r>
      <w:r>
        <w:t xml:space="preserve"> there is </w:t>
      </w:r>
      <w:r w:rsidRPr="00EE58F8">
        <w:rPr>
          <w:i/>
        </w:rPr>
        <w:t>no</w:t>
      </w:r>
      <w:r>
        <w:t xml:space="preserve"> pressure </w:t>
      </w:r>
      <w:r>
        <w:fldChar w:fldCharType="begin"/>
      </w:r>
      <w:r>
        <w:instrText xml:space="preserve"> ADDIN EN.CITE &lt;EndNote&gt;&lt;Cite&gt;&lt;Author&gt;Sere&lt;/Author&gt;&lt;Year&gt;1985&lt;/Year&gt;&lt;IDText&gt;The Gaseous State&lt;/IDText&gt;&lt;DisplayText&gt;(Sere, 1985)&lt;/DisplayText&gt;&lt;record&gt;&lt;titles&gt;&lt;title&gt;The Gaseous State&lt;/title&gt;&lt;secondary-title&gt;Childrens&amp;apos; Ideas In Science&lt;/secondary-title&gt;&lt;/titles&gt;&lt;pages&gt;105-123&lt;/pages&gt;&lt;contributors&gt;&lt;authors&gt;&lt;author&gt;Sere, M. G&lt;/author&gt;&lt;/authors&gt;&lt;/contributors&gt;&lt;added-date format="utc"&gt;1572617992&lt;/added-date&gt;&lt;pub-location&gt;Milton Keynes &amp;amp; Philadelphia&lt;/pub-location&gt;&lt;ref-type name="Book Section"&gt;5&lt;/ref-type&gt;&lt;dates&gt;&lt;year&gt;1985&lt;/year&gt;&lt;/dates&gt;&lt;rec-number&gt;173&lt;/rec-number&gt;&lt;publisher&gt;Open University Press&lt;/publisher&gt;&lt;last-updated-date format="utc"&gt;1572618235&lt;/last-updated-date&gt;&lt;contributors&gt;&lt;secondary-authors&gt;&lt;author&gt;Driver,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w:t>
      </w:r>
      <w:r w:rsidR="0049481D">
        <w:rPr>
          <w:noProof/>
        </w:rPr>
        <w:t xml:space="preserve"> Séré</w:t>
      </w:r>
      <w:r>
        <w:rPr>
          <w:noProof/>
        </w:rPr>
        <w:t>, 1985)</w:t>
      </w:r>
      <w:r>
        <w:fldChar w:fldCharType="end"/>
      </w:r>
      <w:r>
        <w:t xml:space="preserve">. </w:t>
      </w:r>
      <w:r w:rsidR="009304A8">
        <w:t>Students find explanations involving reduced pressure or equilibria more challenging. For example, i</w:t>
      </w:r>
      <w:r w:rsidR="009304A8" w:rsidRPr="00B70BED">
        <w:t>n a study</w:t>
      </w:r>
      <w:r w:rsidR="00B22CC9">
        <w:t xml:space="preserve"> </w:t>
      </w:r>
      <w:r w:rsidR="009304A8" w:rsidRPr="00B70BED">
        <w:t xml:space="preserve">by </w:t>
      </w:r>
      <w:r w:rsidR="009304A8" w:rsidRPr="00B70BED">
        <w:rPr>
          <w:noProof/>
        </w:rPr>
        <w:t>Engel Clough and Driver</w:t>
      </w:r>
      <w:r w:rsidR="009304A8" w:rsidRPr="00B70BED">
        <w:t xml:space="preserve"> </w:t>
      </w:r>
      <w:r w:rsidR="009304A8" w:rsidRPr="00B70BED">
        <w:fldChar w:fldCharType="begin"/>
      </w:r>
      <w:r w:rsidR="009304A8" w:rsidRPr="00B70BED">
        <w:instrText xml:space="preserve"> ADDIN EN.CITE &lt;EndNote&gt;&lt;Cite ExcludeAuth="1"&gt;&lt;Author&gt;Engel Clough&lt;/Author&gt;&lt;Year&gt;1985&lt;/Year&gt;&lt;IDText&gt;What do children understand about pressure in fluids?&lt;/IDText&gt;&lt;DisplayText&gt;(1985)&lt;/DisplayText&gt;&lt;record&gt;&lt;titles&gt;&lt;title&gt;What do children understand about pressure in fluids?&lt;/title&gt;&lt;secondary-title&gt;Research in Science and Technology Education&lt;/secondary-title&gt;&lt;/titles&gt;&lt;pages&gt;133-134&lt;/pages&gt;&lt;contributors&gt;&lt;authors&gt;&lt;author&gt;Engel Clough, E&lt;/author&gt;&lt;author&gt;Driver, R&lt;/author&gt;&lt;/authors&gt;&lt;/contributors&gt;&lt;added-date format="utc"&gt;1572618393&lt;/added-date&gt;&lt;ref-type name="Journal Article"&gt;17&lt;/ref-type&gt;&lt;dates&gt;&lt;year&gt;1985&lt;/year&gt;&lt;/dates&gt;&lt;rec-number&gt;174&lt;/rec-number&gt;&lt;last-updated-date format="utc"&gt;1572619042&lt;/last-updated-date&gt;&lt;volume&gt;3(2)&lt;/volume&gt;&lt;/record&gt;&lt;/Cite&gt;&lt;/EndNote&gt;</w:instrText>
      </w:r>
      <w:r w:rsidR="009304A8" w:rsidRPr="00B70BED">
        <w:fldChar w:fldCharType="separate"/>
      </w:r>
      <w:r w:rsidR="009304A8" w:rsidRPr="00B70BED">
        <w:rPr>
          <w:noProof/>
        </w:rPr>
        <w:t>(1985)</w:t>
      </w:r>
      <w:r w:rsidR="009304A8" w:rsidRPr="00B70BED">
        <w:fldChar w:fldCharType="end"/>
      </w:r>
      <w:r w:rsidR="009304A8">
        <w:t>, a</w:t>
      </w:r>
      <w:r w:rsidRPr="00B70BED">
        <w:t>bout half of students aged 11-13</w:t>
      </w:r>
      <w:r w:rsidR="009304A8">
        <w:t xml:space="preserve"> </w:t>
      </w:r>
      <w:r w:rsidR="009304A8" w:rsidRPr="00B70BED">
        <w:t>(n=84)</w:t>
      </w:r>
      <w:r w:rsidRPr="00B70BED">
        <w:t xml:space="preserve"> </w:t>
      </w:r>
      <w:r>
        <w:t>described vacuums as actively sucking.</w:t>
      </w:r>
    </w:p>
    <w:p w:rsidR="001966CB" w:rsidRDefault="001966CB" w:rsidP="001966CB">
      <w:pPr>
        <w:spacing w:after="180"/>
      </w:pPr>
      <w:r>
        <w:t xml:space="preserve">Students often think that </w:t>
      </w:r>
      <w:r w:rsidR="00A8746B">
        <w:t>fluids</w:t>
      </w:r>
      <w:r>
        <w:t xml:space="preserve"> can only exert a pressure when they are moving, and assume that the pressure</w:t>
      </w:r>
      <w:r w:rsidR="00A8746B">
        <w:t xml:space="preserve"> is</w:t>
      </w:r>
      <w:r>
        <w:t xml:space="preserve"> in the direction of motion </w:t>
      </w:r>
      <w:r>
        <w:fldChar w:fldCharType="begin"/>
      </w:r>
      <w:r>
        <w:instrText xml:space="preserve"> ADDIN EN.CITE &lt;EndNote&gt;&lt;Cite&gt;&lt;Author&gt;Sere&lt;/Author&gt;&lt;Year&gt;1986&lt;/Year&gt;&lt;IDText&gt;Childrens&amp;apos; conceptions of the gaseous state, prior to teaching&lt;/IDText&gt;&lt;DisplayText&gt;(Sere, 1986; Driver et al., 1994)&lt;/DisplayText&gt;&lt;record&gt;&lt;titles&gt;&lt;title&gt;Childrens&amp;apos; conceptions of the gaseous state, prior to teaching&lt;/title&gt;&lt;secondary-title&gt;European Journal of Science Education&lt;/secondary-title&gt;&lt;/titles&gt;&lt;pages&gt;413-25&lt;/pages&gt;&lt;contributors&gt;&lt;authors&gt;&lt;author&gt;Sere, M&lt;/author&gt;&lt;/authors&gt;&lt;/contributors&gt;&lt;added-date format="utc"&gt;1572618506&lt;/added-date&gt;&lt;ref-type name="Journal Article"&gt;17&lt;/ref-type&gt;&lt;dates&gt;&lt;year&gt;1986&lt;/year&gt;&lt;/dates&gt;&lt;rec-number&gt;175&lt;/rec-number&gt;&lt;last-updated-date format="utc"&gt;1572619042&lt;/last-updated-date&gt;&lt;volume&gt;8&lt;/volume&gt;&lt;/record&gt;&lt;/Cite&gt;&lt;Cite&gt;&lt;Author&gt;Driver&lt;/Author&gt;&lt;Year&gt;1994&lt;/Year&gt;&lt;IDText&gt;Making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w:t>
      </w:r>
      <w:r w:rsidR="0049481D">
        <w:rPr>
          <w:noProof/>
        </w:rPr>
        <w:t xml:space="preserve"> Séré</w:t>
      </w:r>
      <w:r>
        <w:rPr>
          <w:noProof/>
        </w:rPr>
        <w:t>, 1986; Driver et al., 1994)</w:t>
      </w:r>
      <w:r>
        <w:fldChar w:fldCharType="end"/>
      </w:r>
      <w:r>
        <w:t xml:space="preserve">. </w:t>
      </w:r>
    </w:p>
    <w:p w:rsidR="001966CB" w:rsidRDefault="001966CB" w:rsidP="001966CB">
      <w:pPr>
        <w:spacing w:after="180"/>
      </w:pPr>
      <w:r w:rsidRPr="00B70BED">
        <w:rPr>
          <w:noProof/>
        </w:rPr>
        <w:t>Engel Clough and Driver</w:t>
      </w:r>
      <w:r w:rsidRPr="00B70BED">
        <w:t xml:space="preserve"> </w:t>
      </w:r>
      <w:r w:rsidRPr="00B70BED">
        <w:fldChar w:fldCharType="begin"/>
      </w:r>
      <w:r w:rsidRPr="00B70BED">
        <w:instrText xml:space="preserve"> ADDIN EN.CITE &lt;EndNote&gt;&lt;Cite ExcludeAuth="1"&gt;&lt;Author&gt;Engel Clough&lt;/Author&gt;&lt;Year&gt;1985&lt;/Year&gt;&lt;IDText&gt;What do children understand about pressure in fluids?&lt;/IDText&gt;&lt;DisplayText&gt;(1985)&lt;/DisplayText&gt;&lt;record&gt;&lt;titles&gt;&lt;title&gt;What do children understand about pressure in fluids?&lt;/title&gt;&lt;secondary-title&gt;Research in Science and Technology Education&lt;/secondary-title&gt;&lt;/titles&gt;&lt;pages&gt;133-134&lt;/pages&gt;&lt;contributors&gt;&lt;authors&gt;&lt;author&gt;Engel Clough, E&lt;/author&gt;&lt;author&gt;Driver, R&lt;/author&gt;&lt;/authors&gt;&lt;/contributors&gt;&lt;added-date format="utc"&gt;1572618393&lt;/added-date&gt;&lt;ref-type name="Journal Article"&gt;17&lt;/ref-type&gt;&lt;dates&gt;&lt;year&gt;1985&lt;/year&gt;&lt;/dates&gt;&lt;rec-number&gt;174&lt;/rec-number&gt;&lt;last-updated-date format="utc"&gt;1572619042&lt;/last-updated-date&gt;&lt;volume&gt;3(2)&lt;/volume&gt;&lt;/record&gt;&lt;/Cite&gt;&lt;/EndNote&gt;</w:instrText>
      </w:r>
      <w:r w:rsidRPr="00B70BED">
        <w:fldChar w:fldCharType="separate"/>
      </w:r>
      <w:r w:rsidRPr="00B70BED">
        <w:rPr>
          <w:noProof/>
        </w:rPr>
        <w:t>(1985)</w:t>
      </w:r>
      <w:r w:rsidRPr="00B70BED">
        <w:fldChar w:fldCharType="end"/>
      </w:r>
      <w:r>
        <w:t xml:space="preserve"> found that 67% of 12-year-olds, 80% of 14-year-olds and 87% of 16-year-olds (n=84) realised that pressure increases </w:t>
      </w:r>
      <w:r w:rsidRPr="00E846C7">
        <w:t>with depth</w:t>
      </w:r>
      <w:r>
        <w:t xml:space="preserve"> in a liquid</w:t>
      </w:r>
      <w:r w:rsidRPr="00E846C7">
        <w:t>.</w:t>
      </w:r>
      <w:r>
        <w:t xml:space="preserve"> However, only 13% of 12-year-olds, increasing to 34% of 16-year-olds recognised that pressure in the liquid acts in all directions. </w:t>
      </w:r>
      <w:r w:rsidR="006D5F9A">
        <w:t xml:space="preserve">It is common for students to have the </w:t>
      </w:r>
      <w:r>
        <w:t>misunderstanding</w:t>
      </w:r>
      <w:r w:rsidR="006D5F9A">
        <w:t>s:</w:t>
      </w:r>
      <w:r>
        <w:t xml:space="preserve"> that pressure </w:t>
      </w:r>
      <w:r w:rsidRPr="00F35839">
        <w:rPr>
          <w:i/>
        </w:rPr>
        <w:t xml:space="preserve">is the weight of the </w:t>
      </w:r>
      <w:r>
        <w:rPr>
          <w:i/>
        </w:rPr>
        <w:t>liquid</w:t>
      </w:r>
      <w:r w:rsidR="006D5F9A">
        <w:rPr>
          <w:i/>
        </w:rPr>
        <w:t>;</w:t>
      </w:r>
      <w:r>
        <w:rPr>
          <w:i/>
        </w:rPr>
        <w:t xml:space="preserve"> </w:t>
      </w:r>
      <w:r w:rsidRPr="00E846C7">
        <w:t>and th</w:t>
      </w:r>
      <w:r>
        <w:t>at</w:t>
      </w:r>
      <w:r w:rsidRPr="00E846C7">
        <w:t xml:space="preserve"> pressure </w:t>
      </w:r>
      <w:r w:rsidR="006D5F9A">
        <w:t>in a liquid</w:t>
      </w:r>
      <w:r w:rsidRPr="00E846C7">
        <w:t xml:space="preserve"> push</w:t>
      </w:r>
      <w:r>
        <w:t>es</w:t>
      </w:r>
      <w:r w:rsidRPr="00E846C7">
        <w:t xml:space="preserve"> only downwards.</w:t>
      </w:r>
      <w:r>
        <w:t xml:space="preserve"> </w:t>
      </w:r>
    </w:p>
    <w:p w:rsidR="001966CB" w:rsidRDefault="001966CB" w:rsidP="001966CB">
      <w:pPr>
        <w:spacing w:after="180"/>
      </w:pPr>
      <w:r>
        <w:t xml:space="preserve">The misunderstanding that pressure at a depth in a liquid is equal to the weight of liquid above that point </w:t>
      </w:r>
      <w:r w:rsidR="008F6061">
        <w:t>ignores the atmospheric pressure of the air on the surface</w:t>
      </w:r>
      <w:r>
        <w:t xml:space="preserve">. For example, </w:t>
      </w:r>
      <w:r w:rsidR="008F6061">
        <w:t xml:space="preserve">the pressure </w:t>
      </w:r>
      <w:r>
        <w:t>at a one metre depth in water, is about eleven times the water</w:t>
      </w:r>
      <w:r w:rsidR="008F6061">
        <w:t>’s weight</w:t>
      </w:r>
      <w:r>
        <w:t xml:space="preserve"> </w:t>
      </w:r>
      <w:r>
        <w:fldChar w:fldCharType="begin"/>
      </w:r>
      <w:r>
        <w:instrText xml:space="preserve"> ADDIN EN.CITE &lt;EndNote&gt;&lt;Cite&gt;&lt;Author&gt;Besson&lt;/Author&gt;&lt;Year&gt;2004&lt;/Year&gt;&lt;IDText&gt;Students&amp;apos; conceptions of fluids&lt;/IDText&gt;&lt;DisplayText&gt;(Besson, 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(Besson, 2004)</w:t>
      </w:r>
      <w:r>
        <w:fldChar w:fldCharType="end"/>
      </w:r>
      <w:r>
        <w:t xml:space="preserve">. </w:t>
      </w:r>
    </w:p>
    <w:p w:rsidR="001966CB" w:rsidRDefault="001966CB" w:rsidP="001966CB">
      <w:pPr>
        <w:spacing w:after="180"/>
      </w:pPr>
      <w:r>
        <w:t xml:space="preserve">It is common for students to think that pressure is bigger at the bottom of a wider container, </w:t>
      </w:r>
      <w:r w:rsidR="00341642">
        <w:t>than at</w:t>
      </w:r>
      <w:r>
        <w:t xml:space="preserve"> the same depth </w:t>
      </w:r>
      <w:r w:rsidR="00341642">
        <w:t>in</w:t>
      </w:r>
      <w:r>
        <w:t xml:space="preserve"> a narrower one, because the </w:t>
      </w:r>
      <w:r w:rsidR="00341642">
        <w:t xml:space="preserve">total </w:t>
      </w:r>
      <w:r>
        <w:t xml:space="preserve">weight of the liquid it contains is greater </w:t>
      </w:r>
      <w:r>
        <w:fldChar w:fldCharType="begin">
          <w:fldData xml:space="preserve">PEVuZE5vdGU+PENpdGU+PEF1dGhvcj5FbmdlbCBDbG91Z2g8L0F1dGhvcj48WWVhcj4xOTg1PC9Z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</w:fldData>
        </w:fldChar>
      </w:r>
      <w:r>
        <w:instrText xml:space="preserve"> ADDIN EN.CITE </w:instrText>
      </w:r>
      <w:r>
        <w:fldChar w:fldCharType="begin">
          <w:fldData xml:space="preserve">PEVuZE5vdGU+PENpdGU+PEF1dGhvcj5FbmdlbCBDbG91Z2g8L0F1dGhvcj48WWVhcj4xOTg1PC9Z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</w:fldData>
        </w:fldChar>
      </w:r>
      <w:r>
        <w:instrText xml:space="preserve"> ADDIN EN.CITE.DATA </w:instrText>
      </w:r>
      <w:r>
        <w:fldChar w:fldCharType="end"/>
      </w:r>
      <w:r>
        <w:fldChar w:fldCharType="separate"/>
      </w:r>
      <w:r>
        <w:rPr>
          <w:noProof/>
        </w:rPr>
        <w:t>(Engel Clough and Driver, 1985; Psillos, 1999; Besson, 2004)</w:t>
      </w:r>
      <w:r>
        <w:fldChar w:fldCharType="end"/>
      </w:r>
      <w:r>
        <w:t xml:space="preserve">. </w:t>
      </w:r>
      <w:proofErr w:type="spellStart"/>
      <w:r>
        <w:t>Besson</w:t>
      </w:r>
      <w:proofErr w:type="spellEnd"/>
      <w:r>
        <w:t xml:space="preserve"> </w:t>
      </w:r>
      <w:r>
        <w:fldChar w:fldCharType="begin"/>
      </w:r>
      <w:r>
        <w:instrText xml:space="preserve"> ADDIN EN.CITE &lt;EndNote&gt;&lt;Cite ExcludeAuth="1"&gt;&lt;Author&gt;Besson&lt;/Author&gt;&lt;Year&gt;2004&lt;/Year&gt;&lt;IDText&gt;Students&amp;apos; conceptions of fluids&lt;/IDText&gt;&lt;DisplayText&gt;(2004)&lt;/DisplayText&gt;&lt;record&gt;&lt;titles&gt;&lt;title&gt;Students&amp;apos;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(2004)</w:t>
      </w:r>
      <w:r>
        <w:fldChar w:fldCharType="end"/>
      </w:r>
      <w:r>
        <w:t xml:space="preserve"> found that just 14% of students aged 14-18 (n=141) predicted</w:t>
      </w:r>
      <w:r w:rsidRPr="00B45FD6">
        <w:t xml:space="preserve"> </w:t>
      </w:r>
      <w:r>
        <w:t xml:space="preserve">correctly that pressure depended </w:t>
      </w:r>
      <w:r w:rsidRPr="00B45FD6">
        <w:rPr>
          <w:i/>
        </w:rPr>
        <w:t>only</w:t>
      </w:r>
      <w:r>
        <w:t xml:space="preserve"> on depth</w:t>
      </w:r>
      <w:r w:rsidR="00341642">
        <w:t>,</w:t>
      </w:r>
      <w:r>
        <w:t xml:space="preserve"> in a particular liquid. He found </w:t>
      </w:r>
      <w:r w:rsidR="00341642">
        <w:t xml:space="preserve">that </w:t>
      </w:r>
      <w:r>
        <w:t xml:space="preserve">60% </w:t>
      </w:r>
      <w:r w:rsidR="00341642">
        <w:t xml:space="preserve">of students </w:t>
      </w:r>
      <w:r>
        <w:t>thought pressure was larger in a wider container</w:t>
      </w:r>
      <w:r w:rsidR="00341642">
        <w:t>;</w:t>
      </w:r>
      <w:r>
        <w:t xml:space="preserve"> and surprisingly</w:t>
      </w:r>
      <w:r w:rsidR="00BF0FF1">
        <w:t>,</w:t>
      </w:r>
      <w:r>
        <w:t xml:space="preserve"> that 20% thought pressure was bigger in a narrower one. One common justification for the latter misunderstanding was that a fluid in a smaller space is more tightly packed, and another </w:t>
      </w:r>
      <w:r w:rsidR="00341642">
        <w:t xml:space="preserve">is </w:t>
      </w:r>
      <w:r>
        <w:t>that the wall</w:t>
      </w:r>
      <w:r w:rsidR="00341642">
        <w:t>s</w:t>
      </w:r>
      <w:r>
        <w:t xml:space="preserve"> of a container actively press </w:t>
      </w:r>
      <w:r w:rsidR="00341642">
        <w:t xml:space="preserve">in </w:t>
      </w:r>
      <w:r>
        <w:t xml:space="preserve">on </w:t>
      </w:r>
      <w:r w:rsidR="00BF0FF1">
        <w:t>the</w:t>
      </w:r>
      <w:r>
        <w:t xml:space="preserve"> fluid.</w:t>
      </w:r>
    </w:p>
    <w:p w:rsidR="001966CB" w:rsidRPr="008804CE" w:rsidRDefault="001966CB" w:rsidP="001966CB">
      <w:pPr>
        <w:spacing w:after="180"/>
      </w:pPr>
      <w:proofErr w:type="spellStart"/>
      <w:r>
        <w:t>Besson</w:t>
      </w:r>
      <w:proofErr w:type="spellEnd"/>
      <w:r>
        <w:t xml:space="preserve"> </w:t>
      </w:r>
      <w:r>
        <w:fldChar w:fldCharType="begin"/>
      </w:r>
      <w:r>
        <w:instrText xml:space="preserve"> ADDIN EN.CITE &lt;EndNote&gt;&lt;Cite ExcludeAuth="1"&gt;&lt;Author&gt;Besson&lt;/Author&gt;&lt;Year&gt;2004&lt;/Year&gt;&lt;IDText&gt;Students&amp;apos; conceptions of fluids&lt;/IDText&gt;&lt;DisplayText&gt;(2004)&lt;/DisplayText&gt;&lt;record&gt;&lt;titles&gt;&lt;title&gt;Students&amp;apos;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(2004)</w:t>
      </w:r>
      <w:r>
        <w:fldChar w:fldCharType="end"/>
      </w:r>
      <w:r>
        <w:t xml:space="preserve"> asked students to predict how pressure in an underwater cave compared to pressure at the same depth in open water. He found that 8% of 14- to 15-year-olds (n=96) thought the pressure would be the same</w:t>
      </w:r>
      <w:r w:rsidR="00C74D0F">
        <w:t xml:space="preserve"> in each case;</w:t>
      </w:r>
      <w:r>
        <w:t xml:space="preserve"> 56% </w:t>
      </w:r>
      <w:r w:rsidR="00C74D0F">
        <w:t>thought pressure</w:t>
      </w:r>
      <w:r>
        <w:t xml:space="preserve"> would be greater in the cave</w:t>
      </w:r>
      <w:r w:rsidR="00C74D0F">
        <w:t>;</w:t>
      </w:r>
      <w:r>
        <w:t xml:space="preserve"> and 36% </w:t>
      </w:r>
      <w:r w:rsidR="00C74D0F">
        <w:t xml:space="preserve">that pressure would be </w:t>
      </w:r>
      <w:r>
        <w:t xml:space="preserve">greater in open water. </w:t>
      </w:r>
      <w:r w:rsidR="00C74D0F">
        <w:t>In follow up to this question, h</w:t>
      </w:r>
      <w:r>
        <w:t xml:space="preserve">e </w:t>
      </w:r>
      <w:r w:rsidR="00C74D0F">
        <w:t>asked</w:t>
      </w:r>
      <w:r>
        <w:t xml:space="preserve"> </w:t>
      </w:r>
      <w:r w:rsidRPr="008804CE">
        <w:t xml:space="preserve">students how </w:t>
      </w:r>
      <w:r w:rsidR="00BF0FF1" w:rsidRPr="008804CE">
        <w:t xml:space="preserve">they thought </w:t>
      </w:r>
      <w:r w:rsidR="00C74D0F" w:rsidRPr="008804CE">
        <w:t xml:space="preserve">their predicted </w:t>
      </w:r>
      <w:r w:rsidRPr="008804CE">
        <w:t xml:space="preserve">differences in pressure </w:t>
      </w:r>
      <w:r w:rsidR="00C74D0F" w:rsidRPr="008804CE">
        <w:t xml:space="preserve">would </w:t>
      </w:r>
      <w:r w:rsidRPr="008804CE">
        <w:t xml:space="preserve">affect </w:t>
      </w:r>
      <w:r w:rsidR="00C74D0F" w:rsidRPr="008804CE">
        <w:t xml:space="preserve">the </w:t>
      </w:r>
      <w:r w:rsidRPr="008804CE">
        <w:t>flow of water into or out of the cave</w:t>
      </w:r>
      <w:r w:rsidR="00C74D0F" w:rsidRPr="008804CE">
        <w:t>. This</w:t>
      </w:r>
      <w:r w:rsidRPr="008804CE">
        <w:t xml:space="preserve"> prompt</w:t>
      </w:r>
      <w:r w:rsidR="00C74D0F" w:rsidRPr="008804CE">
        <w:t>ed many</w:t>
      </w:r>
      <w:r w:rsidRPr="008804CE">
        <w:t xml:space="preserve"> </w:t>
      </w:r>
      <w:r w:rsidR="00C74D0F" w:rsidRPr="008804CE">
        <w:t xml:space="preserve">of them </w:t>
      </w:r>
      <w:r w:rsidRPr="008804CE">
        <w:t>to reassess their thinking</w:t>
      </w:r>
      <w:r w:rsidR="00C74D0F" w:rsidRPr="008804CE">
        <w:t xml:space="preserve"> towards a more scientific understanding</w:t>
      </w:r>
      <w:r w:rsidRPr="008804CE">
        <w:t xml:space="preserve">. </w:t>
      </w:r>
    </w:p>
    <w:p w:rsidR="001966CB" w:rsidRDefault="001966CB" w:rsidP="001966CB">
      <w:pPr>
        <w:spacing w:after="180"/>
      </w:pPr>
      <w:r w:rsidRPr="008804CE">
        <w:t>Even though most students understand th</w:t>
      </w:r>
      <w:r w:rsidR="00C74D0F" w:rsidRPr="008804CE">
        <w:t>at</w:t>
      </w:r>
      <w:r w:rsidRPr="008804CE">
        <w:t xml:space="preserve"> pressure increase</w:t>
      </w:r>
      <w:r w:rsidR="00C74D0F" w:rsidRPr="008804CE">
        <w:t>s</w:t>
      </w:r>
      <w:r w:rsidRPr="008804CE">
        <w:t xml:space="preserve"> with depth</w:t>
      </w:r>
      <w:r w:rsidR="00C74D0F" w:rsidRPr="008804CE">
        <w:t xml:space="preserve"> in a liquid</w:t>
      </w:r>
      <w:r w:rsidRPr="008804CE">
        <w:t xml:space="preserve">, </w:t>
      </w:r>
      <w:r w:rsidR="00C74D0F" w:rsidRPr="008804CE">
        <w:t>many</w:t>
      </w:r>
      <w:r w:rsidRPr="008804CE">
        <w:t xml:space="preserve"> are not sure about </w:t>
      </w:r>
      <w:r w:rsidRPr="008804CE">
        <w:rPr>
          <w:i/>
        </w:rPr>
        <w:t>how</w:t>
      </w:r>
      <w:r w:rsidRPr="008804CE">
        <w:t xml:space="preserve"> pressure can increase with depth. </w:t>
      </w:r>
      <w:r w:rsidR="00C74D0F" w:rsidRPr="008804CE">
        <w:t xml:space="preserve">This is because they understand liquids to be incompressible. </w:t>
      </w:r>
      <w:r w:rsidRPr="008804CE">
        <w:t xml:space="preserve">Just 12% of 14- to 18-year-olds </w:t>
      </w:r>
      <w:r w:rsidR="00C74D0F" w:rsidRPr="008804CE">
        <w:t>(</w:t>
      </w:r>
      <w:r w:rsidRPr="008804CE">
        <w:t>n= 120</w:t>
      </w:r>
      <w:r w:rsidR="00C74D0F" w:rsidRPr="008804CE">
        <w:t>)</w:t>
      </w:r>
      <w:r w:rsidRPr="008804CE">
        <w:t xml:space="preserve"> attribute</w:t>
      </w:r>
      <w:r w:rsidR="00C74D0F" w:rsidRPr="008804CE">
        <w:t xml:space="preserve"> increased pressure</w:t>
      </w:r>
      <w:r w:rsidRPr="008804CE">
        <w:t xml:space="preserve"> </w:t>
      </w:r>
      <w:r w:rsidR="005C0B70" w:rsidRPr="008804CE">
        <w:t xml:space="preserve">in a liquid to a change in the separation of its particles </w:t>
      </w:r>
      <w:r w:rsidR="00C74D0F" w:rsidRPr="008804CE">
        <w:fldChar w:fldCharType="begin"/>
      </w:r>
      <w:r w:rsidR="00C74D0F" w:rsidRPr="008804CE">
        <w:instrText xml:space="preserve"> ADDIN EN.CITE &lt;EndNote&gt;&lt;Cite&gt;&lt;Author&gt;Besson&lt;/Author&gt;&lt;Year&gt;2004&lt;/Year&gt;&lt;IDText&gt;Students&amp;apos; conceptions of fluids&lt;/IDText&gt;&lt;DisplayText&gt;(Besson, 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rsidR="00C74D0F" w:rsidRPr="008804CE">
        <w:fldChar w:fldCharType="separate"/>
      </w:r>
      <w:r w:rsidR="00C74D0F" w:rsidRPr="008804CE">
        <w:rPr>
          <w:noProof/>
        </w:rPr>
        <w:t>(Besson, 2004)</w:t>
      </w:r>
      <w:r w:rsidR="00C74D0F" w:rsidRPr="008804CE">
        <w:fldChar w:fldCharType="end"/>
      </w:r>
      <w:r w:rsidRPr="008804CE">
        <w:t xml:space="preserve">. In reality liquids can be compressed by tiny fractions, and </w:t>
      </w:r>
      <w:r w:rsidR="00BF0FF1" w:rsidRPr="008804CE">
        <w:t xml:space="preserve">are </w:t>
      </w:r>
      <w:r w:rsidRPr="008804CE">
        <w:t xml:space="preserve">compressed more </w:t>
      </w:r>
      <w:r w:rsidR="00BF0FF1" w:rsidRPr="008804CE">
        <w:t xml:space="preserve">closely together </w:t>
      </w:r>
      <w:r w:rsidR="00675D5B" w:rsidRPr="008804CE">
        <w:t>as</w:t>
      </w:r>
      <w:r w:rsidRPr="008804CE">
        <w:t xml:space="preserve"> depth</w:t>
      </w:r>
      <w:r w:rsidR="00675D5B" w:rsidRPr="008804CE">
        <w:t xml:space="preserve"> increases</w:t>
      </w:r>
      <w:r w:rsidRPr="008804CE">
        <w:t>.</w:t>
      </w:r>
    </w:p>
    <w:p w:rsidR="0080487C" w:rsidRDefault="0080487C">
      <w:pPr>
        <w:spacing w:after="200" w:line="276" w:lineRule="auto"/>
        <w:rPr>
          <w:b/>
          <w:color w:val="5F497A" w:themeColor="accent4" w:themeShade="BF"/>
          <w:sz w:val="24"/>
        </w:rPr>
      </w:pPr>
      <w:r>
        <w:rPr>
          <w:b/>
          <w:color w:val="5F497A" w:themeColor="accent4" w:themeShade="BF"/>
          <w:sz w:val="24"/>
        </w:rPr>
        <w:br w:type="page"/>
      </w:r>
    </w:p>
    <w:p w:rsidR="00FB1FF6" w:rsidRPr="0022442F" w:rsidRDefault="00FB1FF6" w:rsidP="00FB1FF6">
      <w:pPr>
        <w:spacing w:after="180"/>
        <w:rPr>
          <w:b/>
          <w:color w:val="5F497A" w:themeColor="accent4" w:themeShade="BF"/>
          <w:sz w:val="24"/>
        </w:rPr>
      </w:pPr>
      <w:r w:rsidRPr="0022442F">
        <w:rPr>
          <w:b/>
          <w:color w:val="5F497A" w:themeColor="accent4" w:themeShade="BF"/>
          <w:sz w:val="24"/>
        </w:rPr>
        <w:lastRenderedPageBreak/>
        <w:t>Guidance notes</w:t>
      </w:r>
    </w:p>
    <w:p w:rsidR="001966CB" w:rsidRDefault="00CF180C" w:rsidP="001966CB">
      <w:pPr>
        <w:spacing w:after="180"/>
      </w:pPr>
      <w:r w:rsidRPr="00F23799">
        <w:rPr>
          <w:noProof/>
          <w:lang w:eastAsia="en-GB"/>
        </w:rPr>
        <w:drawing>
          <wp:anchor distT="0" distB="0" distL="114300" distR="114300" simplePos="0" relativeHeight="251718656" behindDoc="0" locked="0" layoutInCell="1" allowOverlap="1" wp14:anchorId="35E828F8" wp14:editId="26789287">
            <wp:simplePos x="0" y="0"/>
            <wp:positionH relativeFrom="column">
              <wp:posOffset>6092034</wp:posOffset>
            </wp:positionH>
            <wp:positionV relativeFrom="paragraph">
              <wp:posOffset>539</wp:posOffset>
            </wp:positionV>
            <wp:extent cx="2809875" cy="1600835"/>
            <wp:effectExtent l="0" t="0" r="9525" b="0"/>
            <wp:wrapSquare wrapText="bothSides"/>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09875" cy="1600835"/>
                    </a:xfrm>
                    <a:prstGeom prst="rect">
                      <a:avLst/>
                    </a:prstGeom>
                    <a:noFill/>
                  </pic:spPr>
                </pic:pic>
              </a:graphicData>
            </a:graphic>
            <wp14:sizeRelH relativeFrom="margin">
              <wp14:pctWidth>0</wp14:pctWidth>
            </wp14:sizeRelH>
            <wp14:sizeRelV relativeFrom="margin">
              <wp14:pctHeight>0</wp14:pctHeight>
            </wp14:sizeRelV>
          </wp:anchor>
        </w:drawing>
      </w:r>
      <w:r w:rsidR="001966CB">
        <w:t xml:space="preserve">Pressure of water on a boat </w:t>
      </w:r>
      <w:r w:rsidR="004854B9">
        <w:t>is</w:t>
      </w:r>
      <w:r w:rsidR="001966CB">
        <w:t xml:space="preserve"> the same as the pressure needed to support </w:t>
      </w:r>
      <w:r w:rsidR="004B0CB6">
        <w:t>the water that would fill the same space</w:t>
      </w:r>
      <w:r w:rsidR="004854B9">
        <w:t>,</w:t>
      </w:r>
      <w:r w:rsidR="004B0CB6">
        <w:t xml:space="preserve"> if the boat were not there</w:t>
      </w:r>
      <w:r w:rsidR="001966CB">
        <w:t>.</w:t>
      </w:r>
      <w:r w:rsidR="004B0CB6">
        <w:t xml:space="preserve"> This pressure increases with depth, and results in a net upwards force on the boat.</w:t>
      </w:r>
    </w:p>
    <w:p w:rsidR="00CF180C" w:rsidRPr="00CF180C" w:rsidRDefault="004B0CB6" w:rsidP="00FB1FF6">
      <w:pPr>
        <w:spacing w:after="180"/>
      </w:pPr>
      <w:r>
        <w:t xml:space="preserve">When a ‘ball of water’ is suspended in water the differences in pressure produce a resultant upward force on the ‘ball of water’ which exactly equals its weight. If the ‘ball of water’ is swapped for a solid ball, exactly the same pressure differences remain and the upwards force is the same – which is equal to the weight of the water </w:t>
      </w:r>
      <w:r w:rsidR="004854B9">
        <w:t xml:space="preserve">that </w:t>
      </w:r>
      <w:r>
        <w:t xml:space="preserve">the solid ball has replaced </w:t>
      </w:r>
      <w:r>
        <w:fldChar w:fldCharType="begin"/>
      </w:r>
      <w:r>
        <w:instrText xml:space="preserve"> ADDIN EN.CITE &lt;EndNote&gt;&lt;Cite&gt;&lt;Author&gt;Nave&lt;/Author&gt;&lt;IDText&gt;HyperPhysics, Buoyancy&lt;/IDText&gt;&lt;DisplayText&gt;(Nave)&lt;/DisplayText&gt;&lt;record&gt;&lt;urls&gt;&lt;related-urls&gt;&lt;url&gt;http://230nsc1.phy-astr.gsu.edu/hbase/pbuoy.html&lt;/url&gt;&lt;/related-urls&gt;&lt;/urls&gt;&lt;titles&gt;&lt;title&gt;HyperPhysics, Buoyancy&lt;/title&gt;&lt;/titles&gt;&lt;contributors&gt;&lt;authors&gt;&lt;author&gt;Nave, C. R&lt;/author&gt;&lt;/authors&gt;&lt;/contributors&gt;&lt;added-date format="utc"&gt;1571742617&lt;/added-date&gt;&lt;ref-type name="Web Page"&gt;12&lt;/ref-type&gt;&lt;rec-number&gt;170&lt;/rec-number&gt;&lt;publisher&gt;Georgia State University, USA&lt;/publisher&gt;&lt;last-updated-date format="utc"&gt;1571742768&lt;/last-updated-date&gt;&lt;volume&gt;2019&lt;/volume&gt;&lt;/record&gt;&lt;/Cite&gt;&lt;/EndNote&gt;</w:instrText>
      </w:r>
      <w:r>
        <w:fldChar w:fldCharType="separate"/>
      </w:r>
      <w:r>
        <w:rPr>
          <w:noProof/>
        </w:rPr>
        <w:t>(Nave)</w:t>
      </w:r>
      <w:r>
        <w:fldChar w:fldCharType="end"/>
      </w:r>
      <w:r>
        <w:t xml:space="preserve">. </w:t>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971B52" w:rsidRPr="00971B52" w:rsidRDefault="001966CB" w:rsidP="00971B52">
      <w:pPr>
        <w:pStyle w:val="EndNoteBibliography"/>
        <w:spacing w:after="120"/>
        <w:ind w:left="425" w:hanging="425"/>
      </w:pPr>
      <w:r>
        <w:fldChar w:fldCharType="begin"/>
      </w:r>
      <w:r>
        <w:instrText xml:space="preserve"> ADDIN EN.REFLIST </w:instrText>
      </w:r>
      <w:r>
        <w:fldChar w:fldCharType="separate"/>
      </w:r>
      <w:r w:rsidR="00971B52" w:rsidRPr="00971B52">
        <w:t xml:space="preserve">Besson, U. (2004). Students' conceptions of fluids. </w:t>
      </w:r>
      <w:r w:rsidR="00971B52" w:rsidRPr="00971B52">
        <w:rPr>
          <w:i/>
        </w:rPr>
        <w:t>International Journal of Science Education,</w:t>
      </w:r>
      <w:r w:rsidR="00971B52" w:rsidRPr="00971B52">
        <w:t xml:space="preserve"> 26:14</w:t>
      </w:r>
      <w:r w:rsidR="00971B52" w:rsidRPr="00971B52">
        <w:rPr>
          <w:b/>
        </w:rPr>
        <w:t>,</w:t>
      </w:r>
      <w:r w:rsidR="00971B52" w:rsidRPr="00971B52">
        <w:t xml:space="preserve"> 1683-1714.</w:t>
      </w:r>
    </w:p>
    <w:p w:rsidR="00971B52" w:rsidRPr="00971B52" w:rsidRDefault="00971B52" w:rsidP="00971B52">
      <w:pPr>
        <w:pStyle w:val="EndNoteBibliography"/>
        <w:spacing w:after="120"/>
        <w:ind w:left="425" w:hanging="425"/>
      </w:pPr>
      <w:r w:rsidRPr="00971B52">
        <w:t xml:space="preserve">Driver, R., et al. (1994). </w:t>
      </w:r>
      <w:r w:rsidRPr="00971B52">
        <w:rPr>
          <w:i/>
        </w:rPr>
        <w:t xml:space="preserve">Making Sense of Secondary Science: Research into Children's Ideas, </w:t>
      </w:r>
      <w:r w:rsidRPr="00971B52">
        <w:t>London, UK: Routledge.</w:t>
      </w:r>
    </w:p>
    <w:p w:rsidR="00971B52" w:rsidRPr="00971B52" w:rsidRDefault="00971B52" w:rsidP="00971B52">
      <w:pPr>
        <w:pStyle w:val="EndNoteBibliography"/>
        <w:spacing w:after="120"/>
        <w:ind w:left="425" w:hanging="425"/>
      </w:pPr>
      <w:r w:rsidRPr="00971B52">
        <w:t xml:space="preserve">Engel Clough, E. and Driver, R. (1985). What do children understand about pressure in fluids? </w:t>
      </w:r>
      <w:r w:rsidRPr="00971B52">
        <w:rPr>
          <w:i/>
        </w:rPr>
        <w:t>Research in Science and Technology Education,</w:t>
      </w:r>
      <w:r w:rsidRPr="00971B52">
        <w:t xml:space="preserve"> 3(2)</w:t>
      </w:r>
      <w:r w:rsidRPr="00971B52">
        <w:rPr>
          <w:b/>
        </w:rPr>
        <w:t>,</w:t>
      </w:r>
      <w:r w:rsidRPr="00971B52">
        <w:t xml:space="preserve"> 133-134.</w:t>
      </w:r>
    </w:p>
    <w:p w:rsidR="00971B52" w:rsidRPr="00971B52" w:rsidRDefault="00971B52" w:rsidP="00971B52">
      <w:pPr>
        <w:pStyle w:val="EndNoteBibliography"/>
        <w:spacing w:after="120"/>
        <w:ind w:left="425" w:hanging="425"/>
      </w:pPr>
      <w:r w:rsidRPr="00971B52">
        <w:t xml:space="preserve">Johnson, P. (1998). Progression in children's understanding of a 'basic' particle theory: a longitudinal study. </w:t>
      </w:r>
      <w:r w:rsidRPr="00971B52">
        <w:rPr>
          <w:i/>
        </w:rPr>
        <w:t>International Journal of Science Education,</w:t>
      </w:r>
      <w:r w:rsidRPr="00971B52">
        <w:t xml:space="preserve"> 20(4)</w:t>
      </w:r>
      <w:r w:rsidRPr="00971B52">
        <w:rPr>
          <w:b/>
        </w:rPr>
        <w:t>,</w:t>
      </w:r>
      <w:r w:rsidRPr="00971B52">
        <w:t xml:space="preserve"> 393-412.</w:t>
      </w:r>
    </w:p>
    <w:p w:rsidR="00971B52" w:rsidRPr="00971B52" w:rsidRDefault="00971B52" w:rsidP="00971B52">
      <w:pPr>
        <w:pStyle w:val="EndNoteBibliography"/>
        <w:spacing w:after="120"/>
        <w:ind w:left="425" w:hanging="425"/>
      </w:pPr>
      <w:r w:rsidRPr="00971B52">
        <w:t xml:space="preserve">Nave, C. R. </w:t>
      </w:r>
      <w:r w:rsidRPr="00971B52">
        <w:rPr>
          <w:i/>
        </w:rPr>
        <w:t xml:space="preserve">HyperPhysics, Buoyancy </w:t>
      </w:r>
      <w:r w:rsidRPr="00971B52">
        <w:t xml:space="preserve">[Online]. Georgia State University, USA. Available at: </w:t>
      </w:r>
      <w:hyperlink r:id="rId20" w:history="1">
        <w:r w:rsidRPr="00971B52">
          <w:rPr>
            <w:rStyle w:val="Hyperlink"/>
            <w:color w:val="auto"/>
          </w:rPr>
          <w:t>http://230nsc1.phy-astr.gsu.edu/hbase/pbuoy.html</w:t>
        </w:r>
      </w:hyperlink>
      <w:r w:rsidRPr="00971B52">
        <w:t xml:space="preserve"> </w:t>
      </w:r>
      <w:r>
        <w:t xml:space="preserve">[Accessed, October </w:t>
      </w:r>
      <w:r w:rsidRPr="00971B52">
        <w:t>2019].</w:t>
      </w:r>
    </w:p>
    <w:p w:rsidR="00971B52" w:rsidRPr="00971B52" w:rsidRDefault="00971B52" w:rsidP="00971B52">
      <w:pPr>
        <w:pStyle w:val="EndNoteBibliography"/>
        <w:spacing w:after="120"/>
        <w:ind w:left="425" w:hanging="425"/>
      </w:pPr>
      <w:r w:rsidRPr="00971B52">
        <w:t xml:space="preserve">Psillos, D. (1999). Teaching fluids: intended knowledge and students' actual conceptual evolution. </w:t>
      </w:r>
      <w:r w:rsidRPr="00971B52">
        <w:rPr>
          <w:i/>
        </w:rPr>
        <w:t>International Journal of Science Education,</w:t>
      </w:r>
      <w:r w:rsidRPr="00971B52">
        <w:t xml:space="preserve"> 21:1</w:t>
      </w:r>
      <w:r w:rsidRPr="00971B52">
        <w:rPr>
          <w:b/>
        </w:rPr>
        <w:t>,</w:t>
      </w:r>
      <w:r w:rsidRPr="00971B52">
        <w:t xml:space="preserve"> 17-38.</w:t>
      </w:r>
    </w:p>
    <w:p w:rsidR="00971B52" w:rsidRPr="00971B52" w:rsidRDefault="0049481D" w:rsidP="00971B52">
      <w:pPr>
        <w:pStyle w:val="EndNoteBibliography"/>
        <w:spacing w:after="120"/>
        <w:ind w:left="425" w:hanging="425"/>
      </w:pPr>
      <w:r>
        <w:t xml:space="preserve"> Séré</w:t>
      </w:r>
      <w:r w:rsidR="00971B52" w:rsidRPr="00971B52">
        <w:t xml:space="preserve">, M. (1986). Childrens' conceptions of the gaseous state, prior to teaching. </w:t>
      </w:r>
      <w:r w:rsidR="00971B52" w:rsidRPr="00971B52">
        <w:rPr>
          <w:i/>
        </w:rPr>
        <w:t>European Journal of Science Education,</w:t>
      </w:r>
      <w:r w:rsidR="00971B52" w:rsidRPr="00971B52">
        <w:t xml:space="preserve"> 8</w:t>
      </w:r>
      <w:r w:rsidR="00971B52" w:rsidRPr="00971B52">
        <w:rPr>
          <w:b/>
        </w:rPr>
        <w:t>,</w:t>
      </w:r>
      <w:r w:rsidR="00971B52" w:rsidRPr="00971B52">
        <w:t xml:space="preserve"> 413-25.</w:t>
      </w:r>
    </w:p>
    <w:p w:rsidR="00971B52" w:rsidRPr="00971B52" w:rsidRDefault="0049481D" w:rsidP="00971B52">
      <w:pPr>
        <w:pStyle w:val="EndNoteBibliography"/>
        <w:spacing w:after="120"/>
        <w:ind w:left="425" w:hanging="425"/>
      </w:pPr>
      <w:r>
        <w:t xml:space="preserve"> Séré</w:t>
      </w:r>
      <w:r w:rsidR="00971B52" w:rsidRPr="00971B52">
        <w:t xml:space="preserve">, M. G. (1985). The Gaseous State. In Driver, R., Guesne, E. &amp; Tiberghien, A. (eds.) </w:t>
      </w:r>
      <w:r w:rsidR="00971B52" w:rsidRPr="00971B52">
        <w:rPr>
          <w:i/>
        </w:rPr>
        <w:t>Childrens' Ideas In Science.</w:t>
      </w:r>
      <w:r w:rsidR="00971B52" w:rsidRPr="00971B52">
        <w:t xml:space="preserve"> Milton Keynes &amp; Philadelphia: Open University Press.</w:t>
      </w:r>
    </w:p>
    <w:p w:rsidR="00D43788" w:rsidRDefault="001966CB" w:rsidP="00971B52">
      <w:pPr>
        <w:spacing w:after="120" w:line="276" w:lineRule="auto"/>
        <w:ind w:left="425" w:hanging="425"/>
      </w:pPr>
      <w:r>
        <w:fldChar w:fldCharType="end"/>
      </w:r>
    </w:p>
    <w:sectPr w:rsidR="00D43788" w:rsidSect="00F34FD0">
      <w:headerReference w:type="default" r:id="rId21"/>
      <w:footerReference w:type="default" r:id="rId22"/>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F05" w:rsidRDefault="00D02F05" w:rsidP="000B473B">
      <w:r>
        <w:separator/>
      </w:r>
    </w:p>
  </w:endnote>
  <w:endnote w:type="continuationSeparator" w:id="0">
    <w:p w:rsidR="00D02F05" w:rsidRDefault="00D02F0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97230B"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87F74">
      <w:rPr>
        <w:noProof/>
      </w:rPr>
      <w:t>6</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F05" w:rsidRDefault="00D02F05" w:rsidP="000B473B">
      <w:r>
        <w:separator/>
      </w:r>
    </w:p>
  </w:footnote>
  <w:footnote w:type="continuationSeparator" w:id="0">
    <w:p w:rsidR="00D02F05" w:rsidRDefault="00D02F0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53196E"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706E08"/>
    <w:multiLevelType w:val="hybridMultilevel"/>
    <w:tmpl w:val="0F00B20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02F05"/>
    <w:rsid w:val="000026EA"/>
    <w:rsid w:val="000126E6"/>
    <w:rsid w:val="00015578"/>
    <w:rsid w:val="00020D15"/>
    <w:rsid w:val="00024731"/>
    <w:rsid w:val="00026DEC"/>
    <w:rsid w:val="0003079C"/>
    <w:rsid w:val="000323DD"/>
    <w:rsid w:val="000331DB"/>
    <w:rsid w:val="0003519D"/>
    <w:rsid w:val="00035570"/>
    <w:rsid w:val="00036EBA"/>
    <w:rsid w:val="000505CA"/>
    <w:rsid w:val="0005709C"/>
    <w:rsid w:val="000947E2"/>
    <w:rsid w:val="00095E04"/>
    <w:rsid w:val="000A4D1F"/>
    <w:rsid w:val="000B473B"/>
    <w:rsid w:val="000C5880"/>
    <w:rsid w:val="000D0C89"/>
    <w:rsid w:val="000D0E89"/>
    <w:rsid w:val="000D2978"/>
    <w:rsid w:val="000E2689"/>
    <w:rsid w:val="000F5E42"/>
    <w:rsid w:val="00104331"/>
    <w:rsid w:val="00104F12"/>
    <w:rsid w:val="00120A7A"/>
    <w:rsid w:val="00130B65"/>
    <w:rsid w:val="00137415"/>
    <w:rsid w:val="00142273"/>
    <w:rsid w:val="00142613"/>
    <w:rsid w:val="00144DA7"/>
    <w:rsid w:val="00161D3F"/>
    <w:rsid w:val="00174B41"/>
    <w:rsid w:val="001915D4"/>
    <w:rsid w:val="001966CB"/>
    <w:rsid w:val="001A1FED"/>
    <w:rsid w:val="001A40E2"/>
    <w:rsid w:val="001A7948"/>
    <w:rsid w:val="001B2603"/>
    <w:rsid w:val="001C4805"/>
    <w:rsid w:val="001D1A1B"/>
    <w:rsid w:val="001F285E"/>
    <w:rsid w:val="001F2B4D"/>
    <w:rsid w:val="00204753"/>
    <w:rsid w:val="00206677"/>
    <w:rsid w:val="002178AC"/>
    <w:rsid w:val="00223388"/>
    <w:rsid w:val="0022442F"/>
    <w:rsid w:val="00224B69"/>
    <w:rsid w:val="0022547C"/>
    <w:rsid w:val="00233BFE"/>
    <w:rsid w:val="0025410A"/>
    <w:rsid w:val="00270F50"/>
    <w:rsid w:val="0028012F"/>
    <w:rsid w:val="00280B49"/>
    <w:rsid w:val="00287876"/>
    <w:rsid w:val="0029248B"/>
    <w:rsid w:val="00292C53"/>
    <w:rsid w:val="00294E22"/>
    <w:rsid w:val="002A0EF2"/>
    <w:rsid w:val="002C194B"/>
    <w:rsid w:val="002C36ED"/>
    <w:rsid w:val="002C59BA"/>
    <w:rsid w:val="002E0D95"/>
    <w:rsid w:val="002F08DF"/>
    <w:rsid w:val="002F3535"/>
    <w:rsid w:val="00301AA9"/>
    <w:rsid w:val="003117F6"/>
    <w:rsid w:val="00341642"/>
    <w:rsid w:val="003512FB"/>
    <w:rsid w:val="003533B8"/>
    <w:rsid w:val="0036125E"/>
    <w:rsid w:val="003752BE"/>
    <w:rsid w:val="00377662"/>
    <w:rsid w:val="00385E71"/>
    <w:rsid w:val="003A346A"/>
    <w:rsid w:val="003A66F0"/>
    <w:rsid w:val="003B13BC"/>
    <w:rsid w:val="003B2917"/>
    <w:rsid w:val="003B541B"/>
    <w:rsid w:val="003C2814"/>
    <w:rsid w:val="003C7537"/>
    <w:rsid w:val="003E2B2F"/>
    <w:rsid w:val="003E6046"/>
    <w:rsid w:val="003F16F9"/>
    <w:rsid w:val="00430C1F"/>
    <w:rsid w:val="00437318"/>
    <w:rsid w:val="00442595"/>
    <w:rsid w:val="0045323E"/>
    <w:rsid w:val="0047091F"/>
    <w:rsid w:val="00473E00"/>
    <w:rsid w:val="0048025A"/>
    <w:rsid w:val="004854B9"/>
    <w:rsid w:val="0049481D"/>
    <w:rsid w:val="004A08D7"/>
    <w:rsid w:val="004B0CB6"/>
    <w:rsid w:val="004B0EE1"/>
    <w:rsid w:val="004D0D83"/>
    <w:rsid w:val="004E1DF1"/>
    <w:rsid w:val="004E2255"/>
    <w:rsid w:val="004E5592"/>
    <w:rsid w:val="004F3A89"/>
    <w:rsid w:val="0050055B"/>
    <w:rsid w:val="0052012D"/>
    <w:rsid w:val="00524710"/>
    <w:rsid w:val="005519D4"/>
    <w:rsid w:val="00555342"/>
    <w:rsid w:val="005560E2"/>
    <w:rsid w:val="00575039"/>
    <w:rsid w:val="005767D5"/>
    <w:rsid w:val="00592C7A"/>
    <w:rsid w:val="0059499D"/>
    <w:rsid w:val="005A452E"/>
    <w:rsid w:val="005B4275"/>
    <w:rsid w:val="005C0B70"/>
    <w:rsid w:val="005E383D"/>
    <w:rsid w:val="005F115D"/>
    <w:rsid w:val="005F1281"/>
    <w:rsid w:val="005F454A"/>
    <w:rsid w:val="00620AFF"/>
    <w:rsid w:val="00627CA6"/>
    <w:rsid w:val="006355D8"/>
    <w:rsid w:val="00642ECD"/>
    <w:rsid w:val="0065024C"/>
    <w:rsid w:val="006502A0"/>
    <w:rsid w:val="00670DE7"/>
    <w:rsid w:val="00675D5B"/>
    <w:rsid w:val="006772F5"/>
    <w:rsid w:val="006A01DE"/>
    <w:rsid w:val="006B0615"/>
    <w:rsid w:val="006C2DD9"/>
    <w:rsid w:val="006C5A9E"/>
    <w:rsid w:val="006D166B"/>
    <w:rsid w:val="006D5F9A"/>
    <w:rsid w:val="006E616D"/>
    <w:rsid w:val="006E73AB"/>
    <w:rsid w:val="006F01D8"/>
    <w:rsid w:val="006F2265"/>
    <w:rsid w:val="006F3279"/>
    <w:rsid w:val="00704AEE"/>
    <w:rsid w:val="007100E4"/>
    <w:rsid w:val="00722F9A"/>
    <w:rsid w:val="00743A23"/>
    <w:rsid w:val="00754539"/>
    <w:rsid w:val="00757297"/>
    <w:rsid w:val="00760E08"/>
    <w:rsid w:val="00761D32"/>
    <w:rsid w:val="00764CD1"/>
    <w:rsid w:val="00772F68"/>
    <w:rsid w:val="0078456E"/>
    <w:rsid w:val="00787247"/>
    <w:rsid w:val="00793235"/>
    <w:rsid w:val="00795CB4"/>
    <w:rsid w:val="007A3C86"/>
    <w:rsid w:val="007A683E"/>
    <w:rsid w:val="007A748B"/>
    <w:rsid w:val="007A7A78"/>
    <w:rsid w:val="007B4EC1"/>
    <w:rsid w:val="007C3B28"/>
    <w:rsid w:val="007D1D65"/>
    <w:rsid w:val="007E0A9E"/>
    <w:rsid w:val="007E5309"/>
    <w:rsid w:val="00800A07"/>
    <w:rsid w:val="00800DE1"/>
    <w:rsid w:val="00802843"/>
    <w:rsid w:val="0080487C"/>
    <w:rsid w:val="00813F47"/>
    <w:rsid w:val="00814D81"/>
    <w:rsid w:val="00821188"/>
    <w:rsid w:val="008422EF"/>
    <w:rsid w:val="008450D6"/>
    <w:rsid w:val="00854399"/>
    <w:rsid w:val="008544D9"/>
    <w:rsid w:val="00854B32"/>
    <w:rsid w:val="00856FCA"/>
    <w:rsid w:val="00872EB4"/>
    <w:rsid w:val="00873B8C"/>
    <w:rsid w:val="008804CE"/>
    <w:rsid w:val="008A405F"/>
    <w:rsid w:val="008A42B0"/>
    <w:rsid w:val="008A4BCA"/>
    <w:rsid w:val="008A6BFC"/>
    <w:rsid w:val="008C7F34"/>
    <w:rsid w:val="008E032D"/>
    <w:rsid w:val="008E13E0"/>
    <w:rsid w:val="008E37E7"/>
    <w:rsid w:val="008E580C"/>
    <w:rsid w:val="008F6061"/>
    <w:rsid w:val="0090047A"/>
    <w:rsid w:val="00913AD8"/>
    <w:rsid w:val="00917940"/>
    <w:rsid w:val="00925026"/>
    <w:rsid w:val="009304A8"/>
    <w:rsid w:val="00931264"/>
    <w:rsid w:val="00942A4B"/>
    <w:rsid w:val="00951D2F"/>
    <w:rsid w:val="00961D59"/>
    <w:rsid w:val="00971B52"/>
    <w:rsid w:val="009B2D55"/>
    <w:rsid w:val="009C0343"/>
    <w:rsid w:val="009C0A3B"/>
    <w:rsid w:val="009D762B"/>
    <w:rsid w:val="009E00E7"/>
    <w:rsid w:val="009E0D11"/>
    <w:rsid w:val="009F1915"/>
    <w:rsid w:val="00A16FAB"/>
    <w:rsid w:val="00A21D47"/>
    <w:rsid w:val="00A24A16"/>
    <w:rsid w:val="00A33B49"/>
    <w:rsid w:val="00A37D14"/>
    <w:rsid w:val="00A6168B"/>
    <w:rsid w:val="00A62028"/>
    <w:rsid w:val="00A81A08"/>
    <w:rsid w:val="00A8746B"/>
    <w:rsid w:val="00A87F74"/>
    <w:rsid w:val="00AA6236"/>
    <w:rsid w:val="00AA66F3"/>
    <w:rsid w:val="00AB6AE7"/>
    <w:rsid w:val="00AC3BD1"/>
    <w:rsid w:val="00AD21F5"/>
    <w:rsid w:val="00AD5043"/>
    <w:rsid w:val="00AE3956"/>
    <w:rsid w:val="00AE5FB7"/>
    <w:rsid w:val="00AF0E74"/>
    <w:rsid w:val="00AF7DB9"/>
    <w:rsid w:val="00B06225"/>
    <w:rsid w:val="00B22AA9"/>
    <w:rsid w:val="00B22CC9"/>
    <w:rsid w:val="00B23C7A"/>
    <w:rsid w:val="00B346B5"/>
    <w:rsid w:val="00B37C53"/>
    <w:rsid w:val="00B42E62"/>
    <w:rsid w:val="00B46FF9"/>
    <w:rsid w:val="00B6623C"/>
    <w:rsid w:val="00B6703E"/>
    <w:rsid w:val="00B75483"/>
    <w:rsid w:val="00B81360"/>
    <w:rsid w:val="00BA5A78"/>
    <w:rsid w:val="00BA7952"/>
    <w:rsid w:val="00BB3EA6"/>
    <w:rsid w:val="00BD3160"/>
    <w:rsid w:val="00BE27BE"/>
    <w:rsid w:val="00BE2C1C"/>
    <w:rsid w:val="00BE350C"/>
    <w:rsid w:val="00BF0BBF"/>
    <w:rsid w:val="00BF0FF1"/>
    <w:rsid w:val="00BF6C8A"/>
    <w:rsid w:val="00C05571"/>
    <w:rsid w:val="00C06521"/>
    <w:rsid w:val="00C12E4D"/>
    <w:rsid w:val="00C15989"/>
    <w:rsid w:val="00C246CE"/>
    <w:rsid w:val="00C50AA1"/>
    <w:rsid w:val="00C5553B"/>
    <w:rsid w:val="00C57FA2"/>
    <w:rsid w:val="00C615FE"/>
    <w:rsid w:val="00C63844"/>
    <w:rsid w:val="00C72918"/>
    <w:rsid w:val="00C74D0F"/>
    <w:rsid w:val="00C8765D"/>
    <w:rsid w:val="00C9265A"/>
    <w:rsid w:val="00CB2A74"/>
    <w:rsid w:val="00CC2E4D"/>
    <w:rsid w:val="00CC78A5"/>
    <w:rsid w:val="00CC7B16"/>
    <w:rsid w:val="00CD2673"/>
    <w:rsid w:val="00CE15FE"/>
    <w:rsid w:val="00CE7273"/>
    <w:rsid w:val="00CF112E"/>
    <w:rsid w:val="00CF180C"/>
    <w:rsid w:val="00D01D5A"/>
    <w:rsid w:val="00D02E15"/>
    <w:rsid w:val="00D02F05"/>
    <w:rsid w:val="00D073DF"/>
    <w:rsid w:val="00D14F44"/>
    <w:rsid w:val="00D16F78"/>
    <w:rsid w:val="00D278E8"/>
    <w:rsid w:val="00D40D1E"/>
    <w:rsid w:val="00D421C8"/>
    <w:rsid w:val="00D43788"/>
    <w:rsid w:val="00D43C4A"/>
    <w:rsid w:val="00D44604"/>
    <w:rsid w:val="00D479B3"/>
    <w:rsid w:val="00D51657"/>
    <w:rsid w:val="00D52283"/>
    <w:rsid w:val="00D524E5"/>
    <w:rsid w:val="00D72FEF"/>
    <w:rsid w:val="00D755FA"/>
    <w:rsid w:val="00DA2267"/>
    <w:rsid w:val="00DB7449"/>
    <w:rsid w:val="00DB7471"/>
    <w:rsid w:val="00DC4A4E"/>
    <w:rsid w:val="00DD1874"/>
    <w:rsid w:val="00DD63BD"/>
    <w:rsid w:val="00E07253"/>
    <w:rsid w:val="00E172C6"/>
    <w:rsid w:val="00E22B55"/>
    <w:rsid w:val="00E24309"/>
    <w:rsid w:val="00E3086C"/>
    <w:rsid w:val="00E31116"/>
    <w:rsid w:val="00E53D82"/>
    <w:rsid w:val="00E54437"/>
    <w:rsid w:val="00E753A9"/>
    <w:rsid w:val="00E75DFB"/>
    <w:rsid w:val="00E85A74"/>
    <w:rsid w:val="00EE6B97"/>
    <w:rsid w:val="00F12C3B"/>
    <w:rsid w:val="00F26884"/>
    <w:rsid w:val="00F32E01"/>
    <w:rsid w:val="00F33774"/>
    <w:rsid w:val="00F34FD0"/>
    <w:rsid w:val="00F40370"/>
    <w:rsid w:val="00F604E7"/>
    <w:rsid w:val="00F66FF6"/>
    <w:rsid w:val="00F74824"/>
    <w:rsid w:val="00F75F0D"/>
    <w:rsid w:val="00F82443"/>
    <w:rsid w:val="00F8355F"/>
    <w:rsid w:val="00F90D64"/>
    <w:rsid w:val="00F9564D"/>
    <w:rsid w:val="00F95F3E"/>
    <w:rsid w:val="00FA14FE"/>
    <w:rsid w:val="00FA3196"/>
    <w:rsid w:val="00FB1FF6"/>
    <w:rsid w:val="00FB4812"/>
    <w:rsid w:val="00FC3779"/>
    <w:rsid w:val="00FE42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F3BDD66"/>
  <w15:docId w15:val="{AFC85D1F-5232-48D9-8FD3-25008AAED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1966C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966CB"/>
    <w:rPr>
      <w:rFonts w:ascii="Calibri" w:hAnsi="Calibri" w:cs="Calibri"/>
      <w:noProof/>
      <w:lang w:val="en-US"/>
    </w:rPr>
  </w:style>
  <w:style w:type="paragraph" w:customStyle="1" w:styleId="EndNoteBibliography">
    <w:name w:val="EndNote Bibliography"/>
    <w:basedOn w:val="Normal"/>
    <w:link w:val="EndNoteBibliographyChar"/>
    <w:rsid w:val="001966CB"/>
    <w:rPr>
      <w:rFonts w:ascii="Calibri" w:hAnsi="Calibri" w:cs="Calibri"/>
      <w:noProof/>
      <w:lang w:val="en-US"/>
    </w:rPr>
  </w:style>
  <w:style w:type="character" w:customStyle="1" w:styleId="EndNoteBibliographyChar">
    <w:name w:val="EndNote Bibliography Char"/>
    <w:basedOn w:val="DefaultParagraphFont"/>
    <w:link w:val="EndNoteBibliography"/>
    <w:rsid w:val="001966CB"/>
    <w:rPr>
      <w:rFonts w:ascii="Calibri" w:hAnsi="Calibri" w:cs="Calibri"/>
      <w:noProof/>
      <w:lang w:val="en-US"/>
    </w:rPr>
  </w:style>
  <w:style w:type="character" w:styleId="Hyperlink">
    <w:name w:val="Hyperlink"/>
    <w:basedOn w:val="DefaultParagraphFont"/>
    <w:uiPriority w:val="99"/>
    <w:unhideWhenUsed/>
    <w:rsid w:val="001966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230nsc1.phy-astr.gsu.edu/hbase/pbuoy.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Higher%20order%20physics%20templates\.template_physics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95D7B-6C56-4AAD-9B75-C06149FF2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.template_physics_key concept_teacher notes.dotx</Template>
  <TotalTime>1055</TotalTime>
  <Pages>6</Pages>
  <Words>3496</Words>
  <Characters>19930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83</cp:revision>
  <cp:lastPrinted>2018-01-23T10:03:00Z</cp:lastPrinted>
  <dcterms:created xsi:type="dcterms:W3CDTF">2019-10-21T11:11:00Z</dcterms:created>
  <dcterms:modified xsi:type="dcterms:W3CDTF">2019-11-08T15:16:00Z</dcterms:modified>
</cp:coreProperties>
</file>